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EEB04" w14:textId="3F61D6E2" w:rsidR="0017573F" w:rsidRDefault="00876FA1" w:rsidP="004B2CD1">
      <w:pPr>
        <w:pStyle w:val="berschrift1"/>
        <w:adjustRightInd w:val="0"/>
        <w:snapToGrid w:val="0"/>
        <w:spacing w:line="276" w:lineRule="auto"/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</w:pPr>
      <w:r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Applic</w:t>
      </w:r>
      <w:r w:rsidR="005B67C7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 xml:space="preserve">ation Form </w:t>
      </w:r>
      <w:r w:rsidR="005B67C7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br/>
      </w:r>
      <w:r w:rsidR="0043512A" w:rsidRP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 xml:space="preserve">Call for </w:t>
      </w:r>
      <w:r w:rsid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p</w:t>
      </w:r>
      <w:r w:rsidR="0043512A" w:rsidRP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roposals</w:t>
      </w:r>
      <w:r w:rsidR="00310B72" w:rsidRP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 xml:space="preserve"> 202</w:t>
      </w:r>
      <w:r w:rsidR="0017573F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6</w:t>
      </w:r>
    </w:p>
    <w:p w14:paraId="17B9BEE7" w14:textId="56F44FA1" w:rsidR="00E31291" w:rsidRPr="008F11FD" w:rsidRDefault="008F11FD" w:rsidP="004B2CD1">
      <w:pPr>
        <w:pStyle w:val="berschrift1"/>
        <w:adjustRightInd w:val="0"/>
        <w:snapToGrid w:val="0"/>
        <w:spacing w:line="276" w:lineRule="auto"/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</w:pPr>
      <w:r w:rsidRP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QUESTIONNAIRE</w:t>
      </w:r>
      <w:r w:rsidR="00F412F7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 xml:space="preserve"> FOR NUTRITION PROJECTS</w:t>
      </w:r>
    </w:p>
    <w:p w14:paraId="43AA65F8" w14:textId="77777777" w:rsidR="00E358E7" w:rsidRPr="002A2AB2" w:rsidRDefault="00E358E7" w:rsidP="00ED5D63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B16C6D6" w14:textId="77777777" w:rsidR="0082344B" w:rsidRDefault="00E358E7" w:rsidP="00ED5D63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Date</w:t>
      </w:r>
      <w:r w:rsidR="00922F7A"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: </w:t>
      </w:r>
    </w:p>
    <w:p w14:paraId="142BC20B" w14:textId="77777777" w:rsidR="00430EA8" w:rsidRPr="007E0121" w:rsidRDefault="00430EA8" w:rsidP="00ED5D63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5C79A9E6" w14:textId="2798BAF7" w:rsidR="00D65AD4" w:rsidRPr="006D5B89" w:rsidRDefault="00D65AD4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Project title</w:t>
      </w:r>
      <w:r w:rsidR="00ED5D63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:</w:t>
      </w:r>
    </w:p>
    <w:p w14:paraId="07381FE0" w14:textId="77777777" w:rsidR="00872BB6" w:rsidRPr="002A2AB2" w:rsidRDefault="00872BB6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F2B798B" w14:textId="7BCF44D2" w:rsidR="00092AB8" w:rsidRPr="006D5B89" w:rsidRDefault="00D65AD4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Location / region</w:t>
      </w:r>
      <w:r w:rsidR="00ED5D63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: </w:t>
      </w:r>
    </w:p>
    <w:p w14:paraId="11E28092" w14:textId="77777777" w:rsidR="00092AB8" w:rsidRDefault="00092AB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8A3B1F2" w14:textId="56DA56B7" w:rsidR="005C7C3F" w:rsidRPr="006D5B89" w:rsidRDefault="005C7C3F" w:rsidP="005C7C3F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What amount is requested</w:t>
      </w:r>
      <w:r w:rsidR="001A1A76" w:rsidRPr="006D5B89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for 202</w:t>
      </w:r>
      <w:r w:rsidR="00ED5D63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6</w:t>
      </w:r>
      <w:r w:rsidRPr="006D5B89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? </w:t>
      </w:r>
      <w:r w:rsidR="009907DA" w:rsidRPr="006D5B89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(</w:t>
      </w:r>
      <w:r w:rsidR="007405C7" w:rsidRPr="006D5B89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in EURO and your local currency)</w:t>
      </w:r>
      <w:r w:rsidR="00ED5D63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:</w:t>
      </w:r>
    </w:p>
    <w:p w14:paraId="396B27EC" w14:textId="77777777" w:rsidR="006B1A08" w:rsidRPr="002A2AB2" w:rsidRDefault="006B1A0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EE75C21" w14:textId="02239748" w:rsidR="00092AB8" w:rsidRPr="006D5B89" w:rsidRDefault="00D65AD4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Legal holder of the project</w:t>
      </w:r>
      <w:r w:rsidR="003F6B32"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/ congregation</w:t>
      </w:r>
      <w:r w:rsidR="00ED5D63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: </w:t>
      </w:r>
    </w:p>
    <w:p w14:paraId="0C4CE6B3" w14:textId="77777777" w:rsidR="006B1A08" w:rsidRPr="002A2AB2" w:rsidRDefault="006B1A0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D3B0F1B" w14:textId="77777777" w:rsidR="00092AB8" w:rsidRPr="002A2AB2" w:rsidRDefault="00FD4485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6B1A0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Who is responsible for the </w:t>
      </w:r>
      <w:r w:rsidR="00922F7A" w:rsidRPr="006B1A0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project?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br/>
        <w:t>( + Address, phone- and mobile number, skype contact, WhatsApp, email address)</w:t>
      </w:r>
      <w:r w:rsidR="00092AB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5DBF73D8" w14:textId="77777777" w:rsidR="00092AB8" w:rsidRDefault="00092AB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53B9B42" w14:textId="77777777" w:rsidR="006B1A08" w:rsidRPr="002A2AB2" w:rsidRDefault="006B1A0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AC0343B" w14:textId="77777777" w:rsidR="00872BB6" w:rsidRPr="00DD5D11" w:rsidRDefault="003923BC" w:rsidP="00DD5D1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6B1A0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Contact person for NLW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br/>
        <w:t>( + Address, phone- and mobile number, skype contact, WhatsApp, email address</w:t>
      </w:r>
      <w:r w:rsidR="002A2AB2" w:rsidRPr="002A2AB2">
        <w:rPr>
          <w:rFonts w:ascii="Arial" w:hAnsi="Arial" w:cs="Arial"/>
          <w:color w:val="auto"/>
          <w:sz w:val="22"/>
          <w:szCs w:val="22"/>
          <w:lang w:val="en-US"/>
        </w:rPr>
        <w:t>)</w:t>
      </w:r>
    </w:p>
    <w:p w14:paraId="2746F83B" w14:textId="77777777" w:rsidR="00DD5D11" w:rsidRDefault="00DD5D11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8ADB09E" w14:textId="77777777" w:rsidR="00DD5D11" w:rsidRPr="002A2AB2" w:rsidRDefault="00DD5D11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38137B8B" w14:textId="72C62DD6" w:rsidR="006D5B89" w:rsidRPr="006D5B89" w:rsidRDefault="00D65AD4" w:rsidP="006D5B89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6B1A0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Bank details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br/>
        <w:t>(Bank n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ame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t>,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address, SWIFT code, account No/</w:t>
      </w:r>
      <w:proofErr w:type="gramStart"/>
      <w:r w:rsidRPr="002A2AB2">
        <w:rPr>
          <w:rFonts w:ascii="Arial" w:hAnsi="Arial" w:cs="Arial"/>
          <w:color w:val="auto"/>
          <w:sz w:val="22"/>
          <w:szCs w:val="22"/>
          <w:lang w:val="en-US"/>
        </w:rPr>
        <w:t>IBAN ,</w:t>
      </w:r>
      <w:proofErr w:type="gramEnd"/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t>n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ame of account holder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t>)</w:t>
      </w:r>
      <w:r w:rsidR="00092AB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249C2CCF" w14:textId="77777777" w:rsidR="002A2AB2" w:rsidRDefault="002A2AB2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A833902" w14:textId="77777777" w:rsidR="00955269" w:rsidRDefault="00955269" w:rsidP="002473AA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E36B696" w14:textId="75EC7059" w:rsidR="002A2AB2" w:rsidRPr="006D5B89" w:rsidRDefault="00922F7A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If you have a correspondence bank: SWIFT code and </w:t>
      </w:r>
      <w:proofErr w:type="gramStart"/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account</w:t>
      </w:r>
      <w:proofErr w:type="gramEnd"/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No/IBAN</w:t>
      </w:r>
    </w:p>
    <w:p w14:paraId="44079D44" w14:textId="77777777" w:rsidR="004B2CD1" w:rsidRDefault="004B2CD1" w:rsidP="006B1A08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73290E72" w14:textId="77777777" w:rsidR="004B2CD1" w:rsidRDefault="004B2CD1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091C15F7" w14:textId="77777777" w:rsidR="004B2CD1" w:rsidRDefault="004B2CD1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2B18836D" w14:textId="77777777" w:rsidR="002336AD" w:rsidRDefault="002336AD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71BF355D" w14:textId="77777777" w:rsidR="002336AD" w:rsidRDefault="002336AD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7419954C" w14:textId="77777777" w:rsidR="002336AD" w:rsidRDefault="002336AD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466F6124" w14:textId="77777777" w:rsidR="002336AD" w:rsidRDefault="002336AD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0E3CCABA" w14:textId="77777777" w:rsidR="002336AD" w:rsidRDefault="002336AD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15836399" w14:textId="57B42962" w:rsidR="003F6B32" w:rsidRPr="002A2AB2" w:rsidRDefault="003F6B32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Tell us what the project is about</w:t>
      </w:r>
      <w:r w:rsidR="0056394C">
        <w:rPr>
          <w:rFonts w:ascii="Arial" w:hAnsi="Arial" w:cs="Arial"/>
          <w:b/>
          <w:color w:val="auto"/>
          <w:sz w:val="22"/>
          <w:szCs w:val="22"/>
          <w:lang w:val="en-US"/>
        </w:rPr>
        <w:t>:</w:t>
      </w:r>
    </w:p>
    <w:p w14:paraId="6C90A744" w14:textId="77777777" w:rsidR="00F251D0" w:rsidRPr="003A29B7" w:rsidRDefault="00922F7A" w:rsidP="004B2CD1">
      <w:pPr>
        <w:pStyle w:val="Aufzhlungszeichen"/>
        <w:numPr>
          <w:ilvl w:val="2"/>
          <w:numId w:val="4"/>
        </w:numPr>
        <w:tabs>
          <w:tab w:val="left" w:pos="2268"/>
          <w:tab w:val="left" w:pos="3686"/>
          <w:tab w:val="left" w:pos="6379"/>
        </w:tabs>
        <w:adjustRightInd w:val="0"/>
        <w:snapToGrid w:val="0"/>
        <w:spacing w:line="276" w:lineRule="auto"/>
        <w:ind w:left="284" w:hanging="284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Category</w:t>
      </w:r>
    </w:p>
    <w:p w14:paraId="372EF927" w14:textId="4930D78E" w:rsidR="00350E45" w:rsidRDefault="002300F2" w:rsidP="00C975D5">
      <w:pPr>
        <w:pStyle w:val="Aufzhlungszeichen"/>
        <w:numPr>
          <w:ilvl w:val="0"/>
          <w:numId w:val="0"/>
        </w:numPr>
        <w:tabs>
          <w:tab w:val="left" w:pos="2268"/>
          <w:tab w:val="left" w:pos="5670"/>
          <w:tab w:val="left" w:pos="6379"/>
        </w:tabs>
        <w:adjustRightInd w:val="0"/>
        <w:snapToGrid w:val="0"/>
        <w:spacing w:line="276" w:lineRule="auto"/>
        <w:ind w:left="284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Nutrition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</w:p>
    <w:p w14:paraId="10BFADBE" w14:textId="07C729FD" w:rsidR="000F446E" w:rsidRDefault="004A7C37" w:rsidP="009645F4">
      <w:pPr>
        <w:pStyle w:val="Aufzhlungszeichen"/>
        <w:numPr>
          <w:ilvl w:val="0"/>
          <w:numId w:val="0"/>
        </w:numPr>
        <w:tabs>
          <w:tab w:val="left" w:pos="2268"/>
          <w:tab w:val="left" w:pos="5670"/>
          <w:tab w:val="left" w:pos="6379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2300F2"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</w:p>
    <w:p w14:paraId="24791D1B" w14:textId="77777777" w:rsidR="009B62BE" w:rsidRPr="003A29B7" w:rsidRDefault="009B62BE" w:rsidP="00C412BF">
      <w:pPr>
        <w:pStyle w:val="Aufzhlungszeichen"/>
        <w:numPr>
          <w:ilvl w:val="2"/>
          <w:numId w:val="4"/>
        </w:numPr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Planned funding period of the project</w:t>
      </w:r>
      <w:r w:rsidR="004B2CD1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:</w:t>
      </w:r>
    </w:p>
    <w:p w14:paraId="09BA4679" w14:textId="72808415" w:rsidR="002D5219" w:rsidRDefault="009B62BE" w:rsidP="00897084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284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</w:t>
      </w:r>
      <w:r w:rsidR="00237DD8" w:rsidRPr="002A2AB2">
        <w:rPr>
          <w:rFonts w:ascii="Arial" w:hAnsi="Arial" w:cs="Arial"/>
          <w:color w:val="auto"/>
          <w:sz w:val="22"/>
          <w:szCs w:val="22"/>
          <w:lang w:val="en-US"/>
        </w:rPr>
        <w:t>Project (1 year)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</w:t>
      </w:r>
      <w:r w:rsidR="00237DD8" w:rsidRPr="002A2AB2">
        <w:rPr>
          <w:rFonts w:ascii="Arial" w:hAnsi="Arial" w:cs="Arial"/>
          <w:color w:val="auto"/>
          <w:sz w:val="22"/>
          <w:szCs w:val="22"/>
          <w:lang w:val="en-US"/>
        </w:rPr>
        <w:t>Program (</w:t>
      </w:r>
      <w:r w:rsidR="009B08A3">
        <w:rPr>
          <w:rFonts w:ascii="Arial" w:hAnsi="Arial" w:cs="Arial"/>
          <w:color w:val="auto"/>
          <w:sz w:val="22"/>
          <w:szCs w:val="22"/>
          <w:lang w:val="en-US"/>
        </w:rPr>
        <w:t>2</w:t>
      </w:r>
      <w:r w:rsidR="00237DD8" w:rsidRPr="002A2AB2">
        <w:rPr>
          <w:rFonts w:ascii="Arial" w:hAnsi="Arial" w:cs="Arial"/>
          <w:color w:val="auto"/>
          <w:sz w:val="22"/>
          <w:szCs w:val="22"/>
          <w:lang w:val="en-US"/>
        </w:rPr>
        <w:t>-4 years)</w:t>
      </w:r>
    </w:p>
    <w:p w14:paraId="303D06F9" w14:textId="0A15190E" w:rsidR="002A2AB2" w:rsidRPr="00F63091" w:rsidRDefault="00F7723C" w:rsidP="00897084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284"/>
        <w:rPr>
          <w:rFonts w:ascii="Arial" w:hAnsi="Arial" w:cs="Arial"/>
          <w:color w:val="auto"/>
          <w:sz w:val="22"/>
          <w:szCs w:val="22"/>
          <w:lang w:val="en-US"/>
        </w:rPr>
      </w:pPr>
      <w:r w:rsidRPr="00F7723C">
        <w:rPr>
          <w:rFonts w:ascii="Arial" w:hAnsi="Arial" w:cs="Arial"/>
          <w:color w:val="auto"/>
          <w:sz w:val="22"/>
          <w:szCs w:val="22"/>
          <w:lang w:val="en-US"/>
        </w:rPr>
        <w:t xml:space="preserve">If your project is designed for </w:t>
      </w:r>
      <w:r>
        <w:rPr>
          <w:rFonts w:ascii="Arial" w:hAnsi="Arial" w:cs="Arial"/>
          <w:color w:val="auto"/>
          <w:sz w:val="22"/>
          <w:szCs w:val="22"/>
          <w:lang w:val="en-US"/>
        </w:rPr>
        <w:t>more than one</w:t>
      </w:r>
      <w:r w:rsidRPr="00F7723C">
        <w:rPr>
          <w:rFonts w:ascii="Arial" w:hAnsi="Arial" w:cs="Arial"/>
          <w:color w:val="auto"/>
          <w:sz w:val="22"/>
          <w:szCs w:val="22"/>
          <w:lang w:val="en-US"/>
        </w:rPr>
        <w:t xml:space="preserve">, please 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tell </w:t>
      </w:r>
      <w:proofErr w:type="gramStart"/>
      <w:r>
        <w:rPr>
          <w:rFonts w:ascii="Arial" w:hAnsi="Arial" w:cs="Arial"/>
          <w:color w:val="auto"/>
          <w:sz w:val="22"/>
          <w:szCs w:val="22"/>
          <w:lang w:val="en-US"/>
        </w:rPr>
        <w:t>us</w:t>
      </w:r>
      <w:proofErr w:type="gramEnd"/>
      <w:r w:rsidRPr="00F7723C">
        <w:rPr>
          <w:rFonts w:ascii="Arial" w:hAnsi="Arial" w:cs="Arial"/>
          <w:color w:val="auto"/>
          <w:sz w:val="22"/>
          <w:szCs w:val="22"/>
          <w:lang w:val="en-US"/>
        </w:rPr>
        <w:t xml:space="preserve"> the requested 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amount for every </w:t>
      </w:r>
      <w:r w:rsidR="0072297C">
        <w:rPr>
          <w:rFonts w:ascii="Arial" w:hAnsi="Arial" w:cs="Arial"/>
          <w:color w:val="auto"/>
          <w:sz w:val="22"/>
          <w:szCs w:val="22"/>
          <w:lang w:val="en-US"/>
        </w:rPr>
        <w:t xml:space="preserve">year. </w:t>
      </w:r>
    </w:p>
    <w:p w14:paraId="30414D6F" w14:textId="77777777" w:rsidR="00872BB6" w:rsidRPr="00F63091" w:rsidRDefault="00872BB6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4446008" w14:textId="3C700115" w:rsidR="002A2AB2" w:rsidRPr="003A29B7" w:rsidRDefault="003F6B32" w:rsidP="008C5269">
      <w:pPr>
        <w:pStyle w:val="Aufzhlungszeichen"/>
        <w:numPr>
          <w:ilvl w:val="2"/>
          <w:numId w:val="4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Why is the project initiated? </w:t>
      </w:r>
      <w:r w:rsidR="00525476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What problem should be solved</w:t>
      </w:r>
      <w:r w:rsidR="000F446E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?</w:t>
      </w:r>
      <w:r w:rsidR="002618F6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</w:p>
    <w:p w14:paraId="3D78075B" w14:textId="4A5CF57A" w:rsidR="001524C0" w:rsidRDefault="00B26E38" w:rsidP="00717028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2618F6">
        <w:rPr>
          <w:rFonts w:ascii="Arial" w:hAnsi="Arial" w:cs="Arial"/>
          <w:color w:val="auto"/>
          <w:sz w:val="22"/>
          <w:szCs w:val="22"/>
          <w:lang w:val="en-US"/>
        </w:rPr>
        <w:t>(</w:t>
      </w:r>
      <w:r>
        <w:rPr>
          <w:rFonts w:ascii="Arial" w:hAnsi="Arial" w:cs="Arial"/>
          <w:color w:val="auto"/>
          <w:sz w:val="22"/>
          <w:szCs w:val="22"/>
          <w:lang w:val="en-US"/>
        </w:rPr>
        <w:t>Max.</w:t>
      </w:r>
      <w:r w:rsidR="002618F6">
        <w:rPr>
          <w:rFonts w:ascii="Arial" w:hAnsi="Arial" w:cs="Arial"/>
          <w:color w:val="auto"/>
          <w:sz w:val="22"/>
          <w:szCs w:val="22"/>
          <w:lang w:val="en-US"/>
        </w:rPr>
        <w:t xml:space="preserve"> 10 sentences)</w:t>
      </w:r>
    </w:p>
    <w:p w14:paraId="4CD9E7AF" w14:textId="77777777" w:rsidR="006B1A08" w:rsidRPr="002A2AB2" w:rsidRDefault="006B1A0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E99FC3D" w14:textId="757318D6" w:rsidR="002A2AB2" w:rsidRPr="003A29B7" w:rsidRDefault="00E74914" w:rsidP="008C5269">
      <w:pPr>
        <w:pStyle w:val="Aufzhlungszeichen"/>
        <w:numPr>
          <w:ilvl w:val="2"/>
          <w:numId w:val="4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What </w:t>
      </w:r>
      <w:r w:rsidR="003F6B32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activities are planned</w:t>
      </w:r>
      <w:r w:rsidR="009D5332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and how d</w:t>
      </w:r>
      <w:r w:rsidR="00A421D9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o they lead to your </w:t>
      </w:r>
      <w:r w:rsidR="00DB35B9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objectives</w:t>
      </w:r>
      <w:r w:rsidR="00A421D9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?</w:t>
      </w:r>
      <w:r w:rsidR="009B62BE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</w:p>
    <w:p w14:paraId="72F3540E" w14:textId="2E1716D0" w:rsidR="001524C0" w:rsidRDefault="00B26E38" w:rsidP="00717028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ab/>
        <w:t>(Max. 10 sentences)</w:t>
      </w:r>
    </w:p>
    <w:p w14:paraId="32AD9146" w14:textId="77777777" w:rsidR="006B1A08" w:rsidRPr="002A2AB2" w:rsidRDefault="006B1A0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E445ECD" w14:textId="56BC2E2D" w:rsidR="00896561" w:rsidRPr="009F35A1" w:rsidRDefault="003F6B32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What </w:t>
      </w:r>
      <w:r w:rsidR="00E74914"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change should occur for the beneficiaries </w:t>
      </w:r>
      <w:r w:rsidR="002B05DC"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and the region</w:t>
      </w:r>
      <w:r w:rsidR="001818AF"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?</w:t>
      </w:r>
      <w:r w:rsidR="009B62BE"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</w:p>
    <w:p w14:paraId="3D346EB2" w14:textId="77777777" w:rsidR="00896561" w:rsidRPr="009F35A1" w:rsidRDefault="00896561" w:rsidP="00896561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Where is the project located? Precise location, map and climate conditions.</w:t>
      </w:r>
    </w:p>
    <w:p w14:paraId="612FA05B" w14:textId="4C4BE947" w:rsidR="008C5269" w:rsidRDefault="00B26E38" w:rsidP="00717028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ab/>
        <w:t>(Max. 10 sentences)</w:t>
      </w:r>
    </w:p>
    <w:p w14:paraId="120CD0D7" w14:textId="77777777" w:rsidR="00867381" w:rsidRPr="002A2AB2" w:rsidRDefault="00867381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0EAEB91" w14:textId="0D00B630" w:rsidR="00CC5AF2" w:rsidRPr="009F35A1" w:rsidRDefault="008B3C7A" w:rsidP="008C5269">
      <w:pPr>
        <w:pStyle w:val="Aufzhlungszeichen"/>
        <w:numPr>
          <w:ilvl w:val="2"/>
          <w:numId w:val="4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proofErr w:type="spellStart"/>
      <w:r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Beneficaries</w:t>
      </w:r>
      <w:proofErr w:type="spellEnd"/>
    </w:p>
    <w:p w14:paraId="45A3C4AB" w14:textId="030EC8FE" w:rsidR="00C733A8" w:rsidRDefault="003F6DC3" w:rsidP="00D971C3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 xml:space="preserve">Direct: </w:t>
      </w:r>
      <w:r w:rsidR="00D971C3">
        <w:rPr>
          <w:rFonts w:ascii="Arial" w:hAnsi="Arial" w:cs="Arial"/>
          <w:color w:val="auto"/>
          <w:sz w:val="22"/>
          <w:szCs w:val="22"/>
          <w:lang w:val="en-US"/>
        </w:rPr>
        <w:t xml:space="preserve">                                           </w:t>
      </w:r>
      <w:r w:rsidR="00A3565E">
        <w:rPr>
          <w:rFonts w:ascii="Arial" w:hAnsi="Arial" w:cs="Arial"/>
          <w:color w:val="auto"/>
          <w:sz w:val="22"/>
          <w:szCs w:val="22"/>
          <w:lang w:val="en-US"/>
        </w:rPr>
        <w:t>thereof children</w:t>
      </w:r>
      <w:r w:rsidR="00B26E38">
        <w:rPr>
          <w:rFonts w:ascii="Arial" w:hAnsi="Arial" w:cs="Arial"/>
          <w:color w:val="auto"/>
          <w:sz w:val="22"/>
          <w:szCs w:val="22"/>
          <w:lang w:val="en-US"/>
        </w:rPr>
        <w:t xml:space="preserve"> (under 18)</w:t>
      </w:r>
      <w:r w:rsidR="00A3565E">
        <w:rPr>
          <w:rFonts w:ascii="Arial" w:hAnsi="Arial" w:cs="Arial"/>
          <w:color w:val="auto"/>
          <w:sz w:val="22"/>
          <w:szCs w:val="22"/>
          <w:lang w:val="en-US"/>
        </w:rPr>
        <w:t xml:space="preserve">: </w:t>
      </w:r>
    </w:p>
    <w:p w14:paraId="3433780B" w14:textId="5CEA313F" w:rsidR="00A01FA1" w:rsidRPr="00A01FA1" w:rsidRDefault="00A01FA1" w:rsidP="00081192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 xml:space="preserve">Indirect: </w:t>
      </w:r>
    </w:p>
    <w:p w14:paraId="4DCEEF20" w14:textId="442C3974" w:rsidR="001F0D08" w:rsidRPr="007E04ED" w:rsidRDefault="00FC236C" w:rsidP="00717028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How many direct and how many indirect beneficiaries does the project have? </w:t>
      </w:r>
      <w:r w:rsidR="00741492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If you talk </w:t>
      </w:r>
      <w:r w:rsidR="0062459A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about families let us know of how many persons consists </w:t>
      </w:r>
      <w:r w:rsidR="006F2459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in average </w:t>
      </w:r>
      <w:r w:rsidR="0062459A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>one family</w:t>
      </w:r>
      <w:r w:rsidR="006F2459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</w:p>
    <w:p w14:paraId="282782F8" w14:textId="77777777" w:rsidR="00926D37" w:rsidRPr="00057035" w:rsidRDefault="00926D37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</w:p>
    <w:p w14:paraId="0ED83099" w14:textId="6BE8FD4F" w:rsidR="00926D37" w:rsidRPr="00057035" w:rsidRDefault="00926D37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057035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Budget</w:t>
      </w:r>
    </w:p>
    <w:p w14:paraId="0EB9304F" w14:textId="77777777" w:rsidR="00173FB9" w:rsidRPr="00173FB9" w:rsidRDefault="00173FB9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173FB9">
        <w:rPr>
          <w:rFonts w:ascii="Arial" w:hAnsi="Arial" w:cs="Arial"/>
          <w:color w:val="auto"/>
          <w:sz w:val="22"/>
          <w:szCs w:val="22"/>
          <w:lang w:val="en-US"/>
        </w:rPr>
        <w:t>Send us estimates of costs and relevant quotations from reliable suppliers with original invoices. Items required must match the headings for activities.</w:t>
      </w:r>
    </w:p>
    <w:p w14:paraId="5A63C6B3" w14:textId="717F04F6" w:rsidR="00926D37" w:rsidRDefault="00173FB9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173FB9">
        <w:rPr>
          <w:rFonts w:ascii="Arial" w:hAnsi="Arial" w:cs="Arial"/>
          <w:color w:val="auto"/>
          <w:sz w:val="22"/>
          <w:szCs w:val="22"/>
          <w:lang w:val="en-US"/>
        </w:rPr>
        <w:t>Recommendation: Training in Financial Management is becoming more pertinent and good oversight from the leadership of the organization.</w:t>
      </w:r>
    </w:p>
    <w:p w14:paraId="4E6C513C" w14:textId="77777777" w:rsidR="00B4427A" w:rsidRDefault="00B4427A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2C27183F" w14:textId="77777777" w:rsidR="00B4427A" w:rsidRDefault="00B4427A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2FD8748E" w14:textId="77777777" w:rsidR="00B4427A" w:rsidRDefault="00B4427A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0680AA2" w14:textId="77777777" w:rsidR="00B4427A" w:rsidRDefault="00B4427A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2DA4204" w14:textId="77777777" w:rsidR="00B4427A" w:rsidRDefault="00B4427A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5879419" w14:textId="77777777" w:rsidR="00B4427A" w:rsidRDefault="00B4427A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2E3FCD93" w14:textId="77777777" w:rsidR="00173FB9" w:rsidRDefault="00173FB9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0AB63FA" w14:textId="644AABAB" w:rsidR="00926D37" w:rsidRPr="00E806A3" w:rsidRDefault="00926D37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E806A3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Income-generating projects</w:t>
      </w:r>
    </w:p>
    <w:p w14:paraId="5A27567E" w14:textId="77777777" w:rsidR="00926D37" w:rsidRPr="00E806A3" w:rsidRDefault="00926D37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806A3">
        <w:rPr>
          <w:rFonts w:ascii="Arial" w:hAnsi="Arial" w:cs="Arial"/>
          <w:color w:val="auto"/>
          <w:sz w:val="22"/>
          <w:szCs w:val="22"/>
          <w:lang w:val="en-US"/>
        </w:rPr>
        <w:t>Please provide detail regarding the utilization of the projected income streams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E806A3">
        <w:rPr>
          <w:rFonts w:ascii="Arial" w:hAnsi="Arial" w:cs="Arial"/>
          <w:color w:val="auto"/>
          <w:sz w:val="22"/>
          <w:szCs w:val="22"/>
          <w:lang w:val="en-US"/>
        </w:rPr>
        <w:t>for the applicant organization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E806A3">
        <w:rPr>
          <w:rFonts w:ascii="Arial" w:hAnsi="Arial" w:cs="Arial"/>
          <w:color w:val="auto"/>
          <w:sz w:val="22"/>
          <w:szCs w:val="22"/>
          <w:lang w:val="en-US"/>
        </w:rPr>
        <w:t>and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E806A3">
        <w:rPr>
          <w:rFonts w:ascii="Arial" w:hAnsi="Arial" w:cs="Arial"/>
          <w:color w:val="auto"/>
          <w:sz w:val="22"/>
          <w:szCs w:val="22"/>
          <w:lang w:val="en-US"/>
        </w:rPr>
        <w:t>the individual beneficiaries</w:t>
      </w:r>
      <w:r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322E1676" w14:textId="77777777" w:rsidR="00926D37" w:rsidRPr="00E806A3" w:rsidRDefault="00926D37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806A3">
        <w:rPr>
          <w:rFonts w:ascii="Arial" w:hAnsi="Arial" w:cs="Arial"/>
          <w:color w:val="auto"/>
          <w:sz w:val="22"/>
          <w:szCs w:val="22"/>
          <w:lang w:val="en-US"/>
        </w:rPr>
        <w:t>Please provide the planned timeframe of the project</w:t>
      </w:r>
      <w:r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2D207BEB" w14:textId="77777777" w:rsidR="00926D37" w:rsidRDefault="00926D37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806A3">
        <w:rPr>
          <w:rFonts w:ascii="Arial" w:hAnsi="Arial" w:cs="Arial"/>
          <w:color w:val="auto"/>
          <w:sz w:val="22"/>
          <w:szCs w:val="22"/>
          <w:lang w:val="en-US"/>
        </w:rPr>
        <w:t>Explain how the project will be reviewed or evaluated as to whether the activities were successful for the beneficiaries, within the first year and in the following year</w:t>
      </w:r>
      <w:r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3BEF8AF3" w14:textId="4496F775" w:rsidR="00B4427A" w:rsidRDefault="00B4427A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 xml:space="preserve">(max 10 sentences) </w:t>
      </w:r>
    </w:p>
    <w:p w14:paraId="7086E7E2" w14:textId="77777777" w:rsidR="002A561B" w:rsidRDefault="002A561B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41BC764" w14:textId="24BE4642" w:rsidR="002A561B" w:rsidRPr="00C43717" w:rsidRDefault="002A561B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Experience</w:t>
      </w:r>
      <w:r w:rsidR="007E1892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(to fill </w:t>
      </w:r>
      <w:r w:rsidR="00406E0D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in only from new partners</w:t>
      </w:r>
      <w:r w:rsidR="00E0689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)</w:t>
      </w:r>
    </w:p>
    <w:p w14:paraId="48BD1E05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>Is this your first application for funding ever / to NLW?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0205E1F7" w14:textId="649F5CC2" w:rsidR="00366661" w:rsidRDefault="00366661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5319BB"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>Y</w:t>
      </w:r>
      <w:r w:rsidRPr="005319BB">
        <w:rPr>
          <w:rFonts w:ascii="Arial" w:hAnsi="Arial" w:cs="Arial"/>
          <w:color w:val="auto"/>
          <w:sz w:val="22"/>
          <w:szCs w:val="22"/>
          <w:lang w:val="en-US"/>
        </w:rPr>
        <w:t>es</w:t>
      </w:r>
      <w:r w:rsidR="0062216C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5319BB">
        <w:rPr>
          <w:rFonts w:ascii="Arial" w:hAnsi="Arial" w:cs="Arial"/>
          <w:color w:val="auto"/>
          <w:sz w:val="22"/>
          <w:szCs w:val="22"/>
          <w:lang w:val="en-US"/>
        </w:rPr>
        <w:tab/>
        <w:t>No</w:t>
      </w:r>
    </w:p>
    <w:p w14:paraId="1A3585BA" w14:textId="1E150209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If your answer is </w:t>
      </w:r>
      <w:r>
        <w:rPr>
          <w:rFonts w:ascii="Arial" w:hAnsi="Arial" w:cs="Arial"/>
          <w:color w:val="auto"/>
          <w:sz w:val="22"/>
          <w:szCs w:val="22"/>
          <w:lang w:val="en-US"/>
        </w:rPr>
        <w:t>“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>no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” 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please give details of previous projects applications. </w:t>
      </w:r>
    </w:p>
    <w:p w14:paraId="47915A4E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val="en-US"/>
        </w:rPr>
      </w:pPr>
    </w:p>
    <w:p w14:paraId="2E4243BE" w14:textId="329A15DD" w:rsidR="002A561B" w:rsidRPr="00C43717" w:rsidRDefault="002A561B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Project </w:t>
      </w:r>
      <w:r>
        <w:rPr>
          <w:rFonts w:ascii="Arial" w:hAnsi="Arial" w:cs="Arial"/>
          <w:b/>
          <w:bCs/>
          <w:color w:val="auto"/>
          <w:sz w:val="22"/>
          <w:szCs w:val="22"/>
          <w:lang w:val="en-US"/>
        </w:rPr>
        <w:t>i</w:t>
      </w:r>
      <w:r w:rsidRPr="00C4371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mplementation</w:t>
      </w:r>
      <w:r w:rsidR="00406E0D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(to fill in only from new partners)</w:t>
      </w:r>
    </w:p>
    <w:p w14:paraId="48767689" w14:textId="77777777" w:rsidR="00366661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Are you familiar with project implementation? </w:t>
      </w:r>
    </w:p>
    <w:p w14:paraId="5099E086" w14:textId="62329640" w:rsidR="00366661" w:rsidRDefault="00366661" w:rsidP="0062216C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>Y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>es</w:t>
      </w:r>
      <w:r w:rsidR="0062216C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ab/>
        <w:t>No</w:t>
      </w:r>
    </w:p>
    <w:p w14:paraId="7EA31933" w14:textId="400862C0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If </w:t>
      </w:r>
      <w:r>
        <w:rPr>
          <w:rFonts w:ascii="Arial" w:hAnsi="Arial" w:cs="Arial"/>
          <w:color w:val="auto"/>
          <w:sz w:val="22"/>
          <w:szCs w:val="22"/>
          <w:lang w:val="en-US"/>
        </w:rPr>
        <w:t>“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>yes</w:t>
      </w:r>
      <w:r>
        <w:rPr>
          <w:rFonts w:ascii="Arial" w:hAnsi="Arial" w:cs="Arial"/>
          <w:color w:val="auto"/>
          <w:sz w:val="22"/>
          <w:szCs w:val="22"/>
          <w:lang w:val="en-US"/>
        </w:rPr>
        <w:t>”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 give brief details, for example names of donors, type of project, amount and date of application etc. </w:t>
      </w:r>
    </w:p>
    <w:p w14:paraId="6532407E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350"/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</w:p>
    <w:p w14:paraId="53E0FD7C" w14:textId="1B97BD9D" w:rsidR="002A561B" w:rsidRPr="00946F05" w:rsidRDefault="002A561B" w:rsidP="008C5269">
      <w:pPr>
        <w:pStyle w:val="Aufzhlungszeichen"/>
        <w:numPr>
          <w:ilvl w:val="2"/>
          <w:numId w:val="4"/>
        </w:numPr>
        <w:tabs>
          <w:tab w:val="left" w:pos="350"/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auto"/>
          <w:sz w:val="22"/>
          <w:szCs w:val="22"/>
          <w:lang w:val="en-US"/>
        </w:rPr>
        <w:tab/>
      </w:r>
      <w:r w:rsidRPr="00946F05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Child protection policy</w:t>
      </w:r>
    </w:p>
    <w:p w14:paraId="1632AF39" w14:textId="0928464E" w:rsidR="0033268E" w:rsidRPr="0033268E" w:rsidRDefault="0033268E" w:rsidP="0054292E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>Y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>es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, we have a child protection policy </w:t>
      </w:r>
      <w:r w:rsidR="0054292E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54292E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54292E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54292E"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54292E">
        <w:rPr>
          <w:rFonts w:ascii="Arial" w:hAnsi="Arial" w:cs="Arial"/>
          <w:color w:val="auto"/>
          <w:sz w:val="22"/>
          <w:szCs w:val="22"/>
          <w:lang w:val="en-US"/>
        </w:rPr>
        <w:t xml:space="preserve">  </w:t>
      </w:r>
      <w:r w:rsidR="0054292E" w:rsidRPr="00C43717">
        <w:rPr>
          <w:rFonts w:ascii="Arial" w:hAnsi="Arial" w:cs="Arial"/>
          <w:color w:val="auto"/>
          <w:sz w:val="22"/>
          <w:szCs w:val="22"/>
          <w:lang w:val="en-US"/>
        </w:rPr>
        <w:t>No</w:t>
      </w:r>
    </w:p>
    <w:p w14:paraId="79696478" w14:textId="4913C328" w:rsidR="002A561B" w:rsidRPr="002A2AB2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>What are you doing to protect the children and especially girls?</w:t>
      </w:r>
      <w:r>
        <w:rPr>
          <w:rFonts w:ascii="Arial" w:hAnsi="Arial" w:cs="Arial"/>
          <w:color w:val="auto"/>
          <w:sz w:val="22"/>
          <w:szCs w:val="22"/>
          <w:lang w:val="en-US"/>
        </w:rPr>
        <w:br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What are your measures to avoid any kind of abuse?</w:t>
      </w:r>
    </w:p>
    <w:p w14:paraId="5B405B69" w14:textId="54F29DA8" w:rsidR="002A561B" w:rsidRPr="002A2AB2" w:rsidRDefault="002A561B" w:rsidP="002A561B">
      <w:p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Do you plan training for children, teachers and employees 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for example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like drivers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who </w:t>
      </w:r>
      <w:proofErr w:type="gramStart"/>
      <w:r>
        <w:rPr>
          <w:rFonts w:ascii="Arial" w:hAnsi="Arial" w:cs="Arial"/>
          <w:color w:val="auto"/>
          <w:sz w:val="22"/>
          <w:szCs w:val="22"/>
          <w:lang w:val="en-US"/>
        </w:rPr>
        <w:t>come in contact with</w:t>
      </w:r>
      <w:proofErr w:type="gramEnd"/>
      <w:r>
        <w:rPr>
          <w:rFonts w:ascii="Arial" w:hAnsi="Arial" w:cs="Arial"/>
          <w:color w:val="auto"/>
          <w:sz w:val="22"/>
          <w:szCs w:val="22"/>
          <w:lang w:val="en-US"/>
        </w:rPr>
        <w:t xml:space="preserve"> children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? 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Do you have a written </w:t>
      </w:r>
      <w:r w:rsidRPr="00D90EB0">
        <w:rPr>
          <w:rFonts w:ascii="Arial" w:hAnsi="Arial" w:cs="Arial"/>
          <w:color w:val="auto"/>
          <w:sz w:val="22"/>
          <w:szCs w:val="22"/>
          <w:lang w:val="en-US"/>
        </w:rPr>
        <w:t xml:space="preserve">acknowledgement? Please </w:t>
      </w:r>
      <w:r w:rsidR="00D066C1">
        <w:rPr>
          <w:rFonts w:ascii="Arial" w:hAnsi="Arial" w:cs="Arial"/>
          <w:color w:val="auto"/>
          <w:sz w:val="22"/>
          <w:szCs w:val="22"/>
          <w:lang w:val="en-US"/>
        </w:rPr>
        <w:t>send it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 w:bidi="ar-SA"/>
        </w:rPr>
        <w:t>.</w:t>
      </w:r>
    </w:p>
    <w:p w14:paraId="4EFFA2BC" w14:textId="77777777" w:rsidR="002A561B" w:rsidRPr="00946F05" w:rsidRDefault="002A561B" w:rsidP="008C5269">
      <w:pPr>
        <w:pStyle w:val="Aufzhlungszeichen"/>
        <w:numPr>
          <w:ilvl w:val="0"/>
          <w:numId w:val="14"/>
        </w:numPr>
        <w:tabs>
          <w:tab w:val="left" w:pos="426"/>
        </w:tabs>
        <w:adjustRightInd w:val="0"/>
        <w:snapToGrid w:val="0"/>
        <w:spacing w:line="276" w:lineRule="auto"/>
        <w:ind w:left="420" w:hanging="420"/>
        <w:rPr>
          <w:rFonts w:ascii="Arial" w:hAnsi="Arial" w:cs="Arial"/>
          <w:color w:val="auto"/>
          <w:sz w:val="22"/>
          <w:szCs w:val="22"/>
          <w:lang w:val="en-US"/>
        </w:rPr>
      </w:pPr>
      <w:r w:rsidRPr="00946F05">
        <w:rPr>
          <w:rFonts w:ascii="Arial" w:hAnsi="Arial" w:cs="Arial"/>
          <w:color w:val="auto"/>
          <w:sz w:val="22"/>
          <w:szCs w:val="22"/>
          <w:lang w:val="en-US"/>
        </w:rPr>
        <w:t xml:space="preserve">This is now highly important aspect of all projects/programs so please add any additional action you think appropriate. </w:t>
      </w:r>
    </w:p>
    <w:p w14:paraId="4012ED19" w14:textId="77777777" w:rsidR="002A561B" w:rsidRDefault="002A561B" w:rsidP="008C5269">
      <w:pPr>
        <w:pStyle w:val="Aufzhlungszeichen"/>
        <w:numPr>
          <w:ilvl w:val="0"/>
          <w:numId w:val="14"/>
        </w:numPr>
        <w:tabs>
          <w:tab w:val="left" w:pos="426"/>
        </w:tabs>
        <w:adjustRightInd w:val="0"/>
        <w:snapToGrid w:val="0"/>
        <w:spacing w:line="276" w:lineRule="auto"/>
        <w:ind w:left="420" w:hanging="420"/>
        <w:rPr>
          <w:rFonts w:ascii="Arial" w:hAnsi="Arial" w:cs="Arial"/>
          <w:color w:val="auto"/>
          <w:sz w:val="22"/>
          <w:szCs w:val="22"/>
          <w:lang w:val="en-US"/>
        </w:rPr>
      </w:pPr>
      <w:r w:rsidRPr="00946F05">
        <w:rPr>
          <w:rFonts w:ascii="Arial" w:hAnsi="Arial" w:cs="Arial"/>
          <w:color w:val="auto"/>
          <w:sz w:val="22"/>
          <w:szCs w:val="22"/>
          <w:lang w:val="en-US"/>
        </w:rPr>
        <w:t xml:space="preserve">Are there facilities available close to you that provide training in </w:t>
      </w:r>
      <w:proofErr w:type="gramStart"/>
      <w:r>
        <w:rPr>
          <w:rFonts w:ascii="Arial" w:hAnsi="Arial" w:cs="Arial"/>
          <w:color w:val="auto"/>
          <w:sz w:val="22"/>
          <w:szCs w:val="22"/>
          <w:lang w:val="en-US"/>
        </w:rPr>
        <w:t>s</w:t>
      </w:r>
      <w:r w:rsidRPr="00946F05">
        <w:rPr>
          <w:rFonts w:ascii="Arial" w:hAnsi="Arial" w:cs="Arial"/>
          <w:color w:val="auto"/>
          <w:sz w:val="22"/>
          <w:szCs w:val="22"/>
          <w:lang w:val="en-US"/>
        </w:rPr>
        <w:t>afe guarding</w:t>
      </w:r>
      <w:proofErr w:type="gramEnd"/>
      <w:r w:rsidRPr="00946F05">
        <w:rPr>
          <w:rFonts w:ascii="Arial" w:hAnsi="Arial" w:cs="Arial"/>
          <w:color w:val="auto"/>
          <w:sz w:val="22"/>
          <w:szCs w:val="22"/>
          <w:lang w:val="en-US"/>
        </w:rPr>
        <w:t xml:space="preserve"> Children and vulnerable adults?</w:t>
      </w:r>
    </w:p>
    <w:p w14:paraId="311EBA04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CA16C87" w14:textId="77777777" w:rsidR="00B4427A" w:rsidRDefault="00B4427A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5A87933" w14:textId="77777777" w:rsidR="00B4427A" w:rsidRDefault="00B4427A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AAC6700" w14:textId="77777777" w:rsidR="00E15B9F" w:rsidRDefault="00E15B9F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4FB9B5B0" w14:textId="77777777" w:rsidR="00E15B9F" w:rsidRDefault="00E15B9F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AA0C6D6" w14:textId="77777777" w:rsidR="00E15B9F" w:rsidRDefault="00E15B9F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E4B45FD" w14:textId="77777777" w:rsidR="00B4427A" w:rsidRDefault="00B4427A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1558C229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4A4161BB" w14:textId="77777777" w:rsidR="00926D37" w:rsidRPr="00E806A3" w:rsidRDefault="00926D37" w:rsidP="00926D37">
      <w:pPr>
        <w:pStyle w:val="Aufzhlungszeichen"/>
        <w:numPr>
          <w:ilvl w:val="0"/>
          <w:numId w:val="0"/>
        </w:numPr>
        <w:pBdr>
          <w:bottom w:val="single" w:sz="12" w:space="1" w:color="auto"/>
        </w:pBd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6A6C3E3" w14:textId="77777777" w:rsidR="0082697D" w:rsidRDefault="0082697D" w:rsidP="004B2CD1">
      <w:pPr>
        <w:pStyle w:val="Aufzhlungszeichen"/>
        <w:numPr>
          <w:ilvl w:val="0"/>
          <w:numId w:val="0"/>
        </w:numPr>
        <w:tabs>
          <w:tab w:val="right" w:leader="do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413EFA76" w14:textId="77777777" w:rsidR="00E53AFC" w:rsidRPr="007E04ED" w:rsidRDefault="0089535E" w:rsidP="004B2CD1">
      <w:pPr>
        <w:pStyle w:val="Aufzhlungszeichen"/>
        <w:numPr>
          <w:ilvl w:val="0"/>
          <w:numId w:val="0"/>
        </w:numPr>
        <w:tabs>
          <w:tab w:val="right" w:leader="do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8"/>
          <w:szCs w:val="28"/>
          <w:lang w:val="en-US"/>
        </w:rPr>
      </w:pPr>
      <w:r w:rsidRPr="007E04ED">
        <w:rPr>
          <w:rFonts w:ascii="Arial" w:hAnsi="Arial" w:cs="Arial"/>
          <w:b/>
          <w:color w:val="FF0000"/>
          <w:sz w:val="28"/>
          <w:szCs w:val="28"/>
          <w:lang w:val="en-US"/>
        </w:rPr>
        <w:t>Requirements:</w:t>
      </w:r>
      <w:r w:rsidR="00625618" w:rsidRPr="007E04ED">
        <w:rPr>
          <w:rFonts w:ascii="Arial" w:hAnsi="Arial" w:cs="Arial"/>
          <w:b/>
          <w:color w:val="FF0000"/>
          <w:sz w:val="28"/>
          <w:szCs w:val="28"/>
          <w:lang w:val="en-US"/>
        </w:rPr>
        <w:t xml:space="preserve"> </w:t>
      </w:r>
    </w:p>
    <w:p w14:paraId="168654A6" w14:textId="1AE43E83" w:rsidR="00050701" w:rsidRPr="002A2AB2" w:rsidRDefault="00625618" w:rsidP="004B2CD1">
      <w:pPr>
        <w:pStyle w:val="Aufzhlungszeichen"/>
        <w:numPr>
          <w:ilvl w:val="0"/>
          <w:numId w:val="0"/>
        </w:numPr>
        <w:tabs>
          <w:tab w:val="right" w:leader="do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the following items to raise the funds for your project</w:t>
      </w:r>
      <w:r w:rsidR="00276039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 </w:t>
      </w:r>
      <w:r w:rsidR="00E53AFC">
        <w:rPr>
          <w:rFonts w:ascii="Arial" w:hAnsi="Arial" w:cs="Arial"/>
          <w:b/>
          <w:color w:val="auto"/>
          <w:sz w:val="22"/>
          <w:szCs w:val="22"/>
          <w:lang w:val="en-US"/>
        </w:rPr>
        <w:t>are requested:</w:t>
      </w:r>
    </w:p>
    <w:p w14:paraId="3A6A2D23" w14:textId="74BCCE71" w:rsidR="00F251D0" w:rsidRDefault="00050701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0" w:hanging="420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2A2AB2" w:rsidRPr="007E04ED">
        <w:rPr>
          <w:rFonts w:ascii="Arial" w:hAnsi="Arial" w:cs="Arial"/>
          <w:bCs/>
          <w:color w:val="auto"/>
          <w:sz w:val="22"/>
          <w:szCs w:val="22"/>
          <w:lang w:val="en-US"/>
        </w:rPr>
        <w:t xml:space="preserve">I </w:t>
      </w:r>
      <w:r w:rsidR="004322AB" w:rsidRPr="007E04ED">
        <w:rPr>
          <w:rFonts w:ascii="Arial" w:hAnsi="Arial" w:cs="Arial"/>
          <w:bCs/>
          <w:color w:val="000000" w:themeColor="text1"/>
          <w:sz w:val="22"/>
          <w:szCs w:val="22"/>
          <w:lang w:val="en-US"/>
        </w:rPr>
        <w:t>send</w:t>
      </w:r>
      <w:r w:rsidR="002A2AB2" w:rsidRPr="007E04ED">
        <w:rPr>
          <w:rFonts w:ascii="Arial" w:hAnsi="Arial" w:cs="Arial"/>
          <w:bCs/>
          <w:color w:val="000000" w:themeColor="text1"/>
          <w:sz w:val="22"/>
          <w:szCs w:val="22"/>
          <w:lang w:val="en-US"/>
        </w:rPr>
        <w:t xml:space="preserve"> </w:t>
      </w:r>
      <w:r w:rsidR="00F251D0" w:rsidRPr="007E04ED">
        <w:rPr>
          <w:rFonts w:ascii="Arial" w:hAnsi="Arial" w:cs="Arial"/>
          <w:bCs/>
          <w:color w:val="auto"/>
          <w:sz w:val="22"/>
          <w:szCs w:val="22"/>
          <w:lang w:val="en-US"/>
        </w:rPr>
        <w:t>the following</w:t>
      </w:r>
    </w:p>
    <w:p w14:paraId="16526079" w14:textId="77777777" w:rsidR="00625618" w:rsidRPr="002A2AB2" w:rsidRDefault="000F446E" w:rsidP="008C5269">
      <w:pPr>
        <w:pStyle w:val="Aufzhlungszeichen"/>
        <w:numPr>
          <w:ilvl w:val="0"/>
          <w:numId w:val="1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b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>E</w:t>
      </w:r>
      <w:r w:rsidR="00E74914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motional </w:t>
      </w:r>
      <w:r w:rsidR="001818AF" w:rsidRPr="007E04ED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h</w:t>
      </w:r>
      <w:r w:rsidR="00625618" w:rsidRPr="007E04ED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uman touch stories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from children</w:t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/ 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>women</w:t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/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families, the stories behind the project.</w:t>
      </w:r>
      <w:r w:rsidR="002A2AB2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714BC3BE" w14:textId="77777777" w:rsidR="008C4317" w:rsidRDefault="000F446E" w:rsidP="008C5269">
      <w:pPr>
        <w:pStyle w:val="Aufzhlungszeichen"/>
        <w:numPr>
          <w:ilvl w:val="0"/>
          <w:numId w:val="1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7E04ED">
        <w:rPr>
          <w:rFonts w:ascii="Arial" w:hAnsi="Arial" w:cs="Arial"/>
          <w:b/>
          <w:color w:val="auto"/>
          <w:sz w:val="22"/>
          <w:szCs w:val="22"/>
          <w:lang w:val="en-US"/>
        </w:rPr>
        <w:t>M</w:t>
      </w:r>
      <w:r w:rsidR="00625618" w:rsidRPr="007E04ED">
        <w:rPr>
          <w:rFonts w:ascii="Arial" w:hAnsi="Arial" w:cs="Arial"/>
          <w:b/>
          <w:color w:val="auto"/>
          <w:sz w:val="22"/>
          <w:szCs w:val="22"/>
          <w:lang w:val="en-US"/>
        </w:rPr>
        <w:t>eaningful pictures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showing the needs of the beneficiaries in a dignified way.</w:t>
      </w:r>
      <w:r w:rsidR="00050701" w:rsidRPr="002A2AB2">
        <w:rPr>
          <w:rFonts w:ascii="Arial" w:hAnsi="Arial" w:cs="Arial"/>
          <w:color w:val="auto"/>
          <w:sz w:val="22"/>
          <w:szCs w:val="22"/>
          <w:lang w:val="en-US"/>
        </w:rPr>
        <w:br/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(Printable and sharp pictures: the 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data volume </w:t>
      </w:r>
      <w:proofErr w:type="gramStart"/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>has to</w:t>
      </w:r>
      <w:proofErr w:type="gramEnd"/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be minimum </w:t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>1 MB and</w:t>
      </w:r>
      <w:r w:rsidR="00050701" w:rsidRPr="002A2AB2">
        <w:rPr>
          <w:rFonts w:ascii="Arial" w:hAnsi="Arial" w:cs="Arial"/>
          <w:color w:val="auto"/>
          <w:sz w:val="22"/>
          <w:szCs w:val="22"/>
          <w:lang w:val="en-US"/>
        </w:rPr>
        <w:br/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>in the format of jpeg or gif.</w:t>
      </w:r>
      <w:r w:rsidR="00E74914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Please d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o not include </w:t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>pictures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into a word document.</w:t>
      </w:r>
      <w:r w:rsidR="00050701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02A13C4D" w14:textId="77777777" w:rsidR="00625618" w:rsidRPr="002A2AB2" w:rsidRDefault="00625618" w:rsidP="001B71D6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E92F537" w14:textId="77777777" w:rsidR="00F32BF2" w:rsidRPr="002A2AB2" w:rsidRDefault="005637B7" w:rsidP="004B2CD1">
      <w:pPr>
        <w:pStyle w:val="Aufzhlungszeichen"/>
        <w:numPr>
          <w:ilvl w:val="0"/>
          <w:numId w:val="0"/>
        </w:numPr>
        <w:tabs>
          <w:tab w:val="right" w:leader="do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Reporting</w:t>
      </w:r>
      <w:r w:rsidR="00F32BF2"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:</w:t>
      </w:r>
    </w:p>
    <w:p w14:paraId="66D6355E" w14:textId="77777777" w:rsidR="001818AF" w:rsidRPr="002A2AB2" w:rsidRDefault="001818AF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3325EB"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I agree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to document the</w:t>
      </w:r>
      <w:r w:rsidR="00FD4485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progress of the project regularly with meaningful pictures and</w:t>
      </w:r>
      <w:r w:rsidR="003325EB" w:rsidRPr="002A2AB2">
        <w:rPr>
          <w:rFonts w:ascii="Arial" w:hAnsi="Arial" w:cs="Arial"/>
          <w:color w:val="auto"/>
          <w:sz w:val="22"/>
          <w:szCs w:val="22"/>
          <w:lang w:val="en-US"/>
        </w:rPr>
        <w:br/>
      </w:r>
      <w:r w:rsidR="00FD4485" w:rsidRPr="002A2AB2">
        <w:rPr>
          <w:rFonts w:ascii="Arial" w:hAnsi="Arial" w:cs="Arial"/>
          <w:color w:val="auto"/>
          <w:sz w:val="22"/>
          <w:szCs w:val="22"/>
          <w:lang w:val="en-US"/>
        </w:rPr>
        <w:t>a small interim report.</w:t>
      </w:r>
      <w:r w:rsidR="00E5428C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As soon as the project is completed,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I will send </w:t>
      </w:r>
      <w:r w:rsidR="00E5428C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a final report and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the required </w:t>
      </w:r>
      <w:r w:rsidR="00E5428C" w:rsidRPr="002A2AB2">
        <w:rPr>
          <w:rFonts w:ascii="Arial" w:hAnsi="Arial" w:cs="Arial"/>
          <w:color w:val="auto"/>
          <w:sz w:val="22"/>
          <w:szCs w:val="22"/>
          <w:lang w:val="en-US"/>
        </w:rPr>
        <w:t>proof of expenditure</w:t>
      </w:r>
      <w:r w:rsidR="008C4317">
        <w:rPr>
          <w:rFonts w:ascii="Arial" w:hAnsi="Arial" w:cs="Arial"/>
          <w:color w:val="auto"/>
          <w:sz w:val="22"/>
          <w:szCs w:val="22"/>
          <w:lang w:val="en-US"/>
        </w:rPr>
        <w:t xml:space="preserve"> which should be according to the request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42CA47C4" w14:textId="77777777" w:rsidR="009D5332" w:rsidRPr="002A2AB2" w:rsidRDefault="001818AF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4B2CD1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I agree to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send</w:t>
      </w:r>
      <w:r w:rsidR="009D5332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a copy of the invoice with the final report.</w:t>
      </w:r>
    </w:p>
    <w:p w14:paraId="65300444" w14:textId="77777777" w:rsidR="001818AF" w:rsidRDefault="001818AF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3325EB"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I will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send the </w:t>
      </w:r>
      <w:r w:rsidR="00CE3592" w:rsidRPr="002A2AB2">
        <w:rPr>
          <w:rFonts w:ascii="Arial" w:hAnsi="Arial" w:cs="Arial"/>
          <w:color w:val="auto"/>
          <w:sz w:val="22"/>
          <w:szCs w:val="22"/>
          <w:lang w:val="en-US"/>
        </w:rPr>
        <w:t>requested receipt and a bank statement as soon as the money is in my</w:t>
      </w:r>
      <w:r w:rsidR="003325EB" w:rsidRPr="002A2AB2">
        <w:rPr>
          <w:rFonts w:ascii="Arial" w:hAnsi="Arial" w:cs="Arial"/>
          <w:color w:val="auto"/>
          <w:sz w:val="22"/>
          <w:szCs w:val="22"/>
          <w:lang w:val="en-US"/>
        </w:rPr>
        <w:br/>
      </w:r>
      <w:r w:rsidR="00CE3592" w:rsidRPr="002A2AB2">
        <w:rPr>
          <w:rFonts w:ascii="Arial" w:hAnsi="Arial" w:cs="Arial"/>
          <w:color w:val="auto"/>
          <w:sz w:val="22"/>
          <w:szCs w:val="22"/>
          <w:lang w:val="en-US"/>
        </w:rPr>
        <w:t>account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28808102" w14:textId="77777777" w:rsidR="00337AA8" w:rsidRDefault="00337AA8" w:rsidP="00337AA8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</w:p>
    <w:p w14:paraId="1B4F1E14" w14:textId="6ECD341A" w:rsidR="00337AA8" w:rsidRDefault="00337AA8" w:rsidP="00337AA8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946F05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Protection of environment</w:t>
      </w:r>
      <w:r>
        <w:rPr>
          <w:rFonts w:ascii="Arial" w:hAnsi="Arial" w:cs="Arial"/>
          <w:b/>
          <w:bCs/>
          <w:color w:val="auto"/>
          <w:sz w:val="22"/>
          <w:szCs w:val="22"/>
          <w:lang w:val="en-US"/>
        </w:rPr>
        <w:t>:</w:t>
      </w:r>
      <w:r w:rsidRPr="00946F05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</w:p>
    <w:p w14:paraId="4129BB9C" w14:textId="3543EF02" w:rsidR="00337AA8" w:rsidRPr="00337AA8" w:rsidRDefault="00337AA8" w:rsidP="00337AA8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 </w:t>
      </w:r>
      <w:r>
        <w:rPr>
          <w:rFonts w:ascii="Arial" w:hAnsi="Arial" w:cs="Arial"/>
          <w:b/>
          <w:bCs/>
          <w:color w:val="auto"/>
          <w:sz w:val="22"/>
          <w:szCs w:val="22"/>
          <w:lang w:val="en-US"/>
        </w:rPr>
        <w:tab/>
      </w:r>
      <w:r w:rsidRPr="00CD5396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In case of funding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, you </w:t>
      </w:r>
      <w:proofErr w:type="gramStart"/>
      <w:r>
        <w:rPr>
          <w:rFonts w:ascii="Arial" w:hAnsi="Arial" w:cs="Arial"/>
          <w:color w:val="auto"/>
          <w:sz w:val="22"/>
          <w:szCs w:val="22"/>
          <w:lang w:val="en-US"/>
        </w:rPr>
        <w:t>have to</w:t>
      </w:r>
      <w:proofErr w:type="gramEnd"/>
      <w:r>
        <w:rPr>
          <w:rFonts w:ascii="Arial" w:hAnsi="Arial" w:cs="Arial"/>
          <w:color w:val="auto"/>
          <w:sz w:val="22"/>
          <w:szCs w:val="22"/>
          <w:lang w:val="en-US"/>
        </w:rPr>
        <w:t xml:space="preserve"> plant at least 10 endemic trees and ensure that the trees grow. This </w:t>
      </w:r>
      <w:proofErr w:type="gramStart"/>
      <w:r>
        <w:rPr>
          <w:rFonts w:ascii="Arial" w:hAnsi="Arial" w:cs="Arial"/>
          <w:color w:val="auto"/>
          <w:sz w:val="22"/>
          <w:szCs w:val="22"/>
          <w:lang w:val="en-US"/>
        </w:rPr>
        <w:t>has to</w:t>
      </w:r>
      <w:proofErr w:type="gramEnd"/>
      <w:r>
        <w:rPr>
          <w:rFonts w:ascii="Arial" w:hAnsi="Arial" w:cs="Arial"/>
          <w:color w:val="auto"/>
          <w:sz w:val="22"/>
          <w:szCs w:val="22"/>
          <w:lang w:val="en-US"/>
        </w:rPr>
        <w:t xml:space="preserve"> be documented with pictures.</w:t>
      </w:r>
    </w:p>
    <w:p w14:paraId="6F162F84" w14:textId="77777777" w:rsidR="00337AA8" w:rsidRPr="002A2AB2" w:rsidRDefault="00337AA8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</w:p>
    <w:p w14:paraId="17B55FED" w14:textId="77777777" w:rsidR="002D16D0" w:rsidRDefault="002D16D0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95217E2" w14:textId="77777777" w:rsidR="00682300" w:rsidRDefault="00682300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5823701" w14:textId="77777777" w:rsidR="00682300" w:rsidRDefault="00682300" w:rsidP="004B2CD1">
      <w:pPr>
        <w:pStyle w:val="Aufzhlungszeichen"/>
        <w:numPr>
          <w:ilvl w:val="0"/>
          <w:numId w:val="0"/>
        </w:numPr>
        <w:pBdr>
          <w:bottom w:val="single" w:sz="12" w:space="1" w:color="auto"/>
        </w:pBd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176A70DA" w14:textId="15E04CA9" w:rsidR="00682300" w:rsidRDefault="00682300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>Date</w:t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  <w:t>Name</w:t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  <w:t>Signature</w:t>
      </w:r>
    </w:p>
    <w:p w14:paraId="07551579" w14:textId="4F970AD0" w:rsidR="002D773E" w:rsidRDefault="002D773E" w:rsidP="00FC431D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sectPr w:rsidR="002D773E" w:rsidSect="00323284">
      <w:headerReference w:type="default" r:id="rId10"/>
      <w:footerReference w:type="default" r:id="rId11"/>
      <w:pgSz w:w="11907" w:h="16839" w:code="9"/>
      <w:pgMar w:top="972" w:right="1440" w:bottom="913" w:left="1440" w:header="720" w:footer="202" w:gutter="0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9CF88" w14:textId="77777777" w:rsidR="00925E9A" w:rsidRDefault="00925E9A">
      <w:r>
        <w:separator/>
      </w:r>
    </w:p>
    <w:p w14:paraId="7E2B7A01" w14:textId="77777777" w:rsidR="00925E9A" w:rsidRDefault="00925E9A"/>
  </w:endnote>
  <w:endnote w:type="continuationSeparator" w:id="0">
    <w:p w14:paraId="13829040" w14:textId="77777777" w:rsidR="00925E9A" w:rsidRDefault="00925E9A">
      <w:r>
        <w:continuationSeparator/>
      </w:r>
    </w:p>
    <w:p w14:paraId="12E4AA8A" w14:textId="77777777" w:rsidR="00925E9A" w:rsidRDefault="00925E9A"/>
  </w:endnote>
  <w:endnote w:type="continuationNotice" w:id="1">
    <w:p w14:paraId="685CA1D7" w14:textId="77777777" w:rsidR="00925E9A" w:rsidRDefault="00925E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069970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2C433B7A" w14:textId="77777777" w:rsidR="00E31291" w:rsidRPr="002A2AB2" w:rsidRDefault="001C7E90" w:rsidP="002A2AB2">
        <w:pPr>
          <w:pStyle w:val="Fuzeile"/>
          <w:jc w:val="center"/>
          <w:rPr>
            <w:rFonts w:ascii="Arial" w:hAnsi="Arial" w:cs="Arial"/>
            <w:sz w:val="18"/>
            <w:szCs w:val="18"/>
          </w:rPr>
        </w:pPr>
        <w:proofErr w:type="spellStart"/>
        <w:r w:rsidRPr="001C7E90">
          <w:rPr>
            <w:rFonts w:ascii="Arial" w:hAnsi="Arial" w:cs="Arial"/>
            <w:sz w:val="18"/>
            <w:szCs w:val="18"/>
          </w:rPr>
          <w:t>N</w:t>
        </w:r>
        <w:r w:rsidR="00A10CB7">
          <w:rPr>
            <w:rFonts w:ascii="Arial" w:hAnsi="Arial" w:cs="Arial"/>
            <w:sz w:val="18"/>
            <w:szCs w:val="18"/>
          </w:rPr>
          <w:t>ae</w:t>
        </w:r>
        <w:r w:rsidRPr="001C7E90">
          <w:rPr>
            <w:rFonts w:ascii="Arial" w:hAnsi="Arial" w:cs="Arial"/>
            <w:sz w:val="18"/>
            <w:szCs w:val="18"/>
          </w:rPr>
          <w:t>chstenliebe</w:t>
        </w:r>
        <w:proofErr w:type="spellEnd"/>
        <w:r w:rsidRPr="001C7E90">
          <w:rPr>
            <w:rFonts w:ascii="Arial" w:hAnsi="Arial" w:cs="Arial"/>
            <w:sz w:val="18"/>
            <w:szCs w:val="18"/>
          </w:rPr>
          <w:t xml:space="preserve"> Weltweit</w:t>
        </w:r>
        <w:r w:rsidR="00A10CB7">
          <w:rPr>
            <w:rFonts w:ascii="Arial" w:hAnsi="Arial" w:cs="Arial"/>
            <w:sz w:val="18"/>
            <w:szCs w:val="18"/>
          </w:rPr>
          <w:t xml:space="preserve"> – </w:t>
        </w:r>
        <w:r w:rsidR="003A5BA3">
          <w:rPr>
            <w:rFonts w:ascii="Arial" w:hAnsi="Arial" w:cs="Arial"/>
            <w:sz w:val="18"/>
            <w:szCs w:val="18"/>
          </w:rPr>
          <w:t xml:space="preserve">QUESTIONNAIRE </w:t>
        </w:r>
        <w:proofErr w:type="spellStart"/>
        <w:r w:rsidR="00F251D0">
          <w:rPr>
            <w:rFonts w:ascii="Arial" w:hAnsi="Arial" w:cs="Arial"/>
            <w:sz w:val="18"/>
            <w:szCs w:val="18"/>
          </w:rPr>
          <w:t>page</w:t>
        </w:r>
        <w:proofErr w:type="spellEnd"/>
        <w:r w:rsidR="00A10CB7">
          <w:rPr>
            <w:rFonts w:ascii="Arial" w:hAnsi="Arial" w:cs="Arial"/>
            <w:sz w:val="18"/>
            <w:szCs w:val="18"/>
          </w:rPr>
          <w:t xml:space="preserve"> </w:t>
        </w:r>
        <w:r w:rsidR="00662B2D" w:rsidRPr="002A2AB2">
          <w:rPr>
            <w:rFonts w:ascii="Arial" w:hAnsi="Arial" w:cs="Arial"/>
            <w:sz w:val="18"/>
            <w:szCs w:val="18"/>
          </w:rPr>
          <w:fldChar w:fldCharType="begin"/>
        </w:r>
        <w:r w:rsidR="00662B2D" w:rsidRPr="002A2AB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="00662B2D" w:rsidRPr="002A2AB2">
          <w:rPr>
            <w:rFonts w:ascii="Arial" w:hAnsi="Arial" w:cs="Arial"/>
            <w:sz w:val="18"/>
            <w:szCs w:val="18"/>
          </w:rPr>
          <w:fldChar w:fldCharType="separate"/>
        </w:r>
        <w:r w:rsidR="00662B2D" w:rsidRPr="002A2AB2">
          <w:rPr>
            <w:rFonts w:ascii="Arial" w:hAnsi="Arial" w:cs="Arial"/>
            <w:noProof/>
            <w:sz w:val="18"/>
            <w:szCs w:val="18"/>
          </w:rPr>
          <w:t>2</w:t>
        </w:r>
        <w:r w:rsidR="00662B2D" w:rsidRPr="002A2AB2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06C19" w14:textId="77777777" w:rsidR="00925E9A" w:rsidRDefault="00925E9A">
      <w:r>
        <w:separator/>
      </w:r>
    </w:p>
    <w:p w14:paraId="25BFCF4E" w14:textId="77777777" w:rsidR="00925E9A" w:rsidRDefault="00925E9A"/>
  </w:footnote>
  <w:footnote w:type="continuationSeparator" w:id="0">
    <w:p w14:paraId="4317F05F" w14:textId="77777777" w:rsidR="00925E9A" w:rsidRDefault="00925E9A">
      <w:r>
        <w:continuationSeparator/>
      </w:r>
    </w:p>
    <w:p w14:paraId="086D4501" w14:textId="77777777" w:rsidR="00925E9A" w:rsidRDefault="00925E9A"/>
  </w:footnote>
  <w:footnote w:type="continuationNotice" w:id="1">
    <w:p w14:paraId="1EC3C982" w14:textId="77777777" w:rsidR="00925E9A" w:rsidRDefault="00925E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48FE9" w14:textId="77777777" w:rsidR="005319BB" w:rsidRPr="000F446E" w:rsidRDefault="003D0E01" w:rsidP="003D0E01">
    <w:pPr>
      <w:pStyle w:val="Kopfzeile"/>
      <w:jc w:val="right"/>
      <w:rPr>
        <w:rFonts w:ascii="Arial" w:hAnsi="Arial" w:cs="Arial"/>
        <w:b/>
        <w:bCs/>
        <w:color w:val="A2092B" w:themeColor="text2" w:themeTint="BF"/>
      </w:rPr>
    </w:pPr>
    <w:r>
      <w:rPr>
        <w:rFonts w:ascii="Arial" w:hAnsi="Arial" w:cs="Arial"/>
        <w:b/>
        <w:bCs/>
        <w:color w:val="A2092B" w:themeColor="text2" w:themeTint="BF"/>
      </w:rPr>
      <w:t>NAECHSTENLIEBE WELTWEIT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82851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E2CDD"/>
    <w:multiLevelType w:val="hybridMultilevel"/>
    <w:tmpl w:val="1316B328"/>
    <w:lvl w:ilvl="0" w:tplc="991409A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1462"/>
    <w:multiLevelType w:val="hybridMultilevel"/>
    <w:tmpl w:val="78B65AE0"/>
    <w:lvl w:ilvl="0" w:tplc="A78AD9E8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36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A4D83A">
      <w:start w:val="9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C761C"/>
    <w:multiLevelType w:val="hybridMultilevel"/>
    <w:tmpl w:val="DDCA52F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06CDF"/>
    <w:multiLevelType w:val="hybridMultilevel"/>
    <w:tmpl w:val="9E244A1C"/>
    <w:lvl w:ilvl="0" w:tplc="A78AD9E8">
      <w:start w:val="1"/>
      <w:numFmt w:val="bullet"/>
      <w:pStyle w:val="Aufzhlungszeichen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90B21"/>
    <w:multiLevelType w:val="hybridMultilevel"/>
    <w:tmpl w:val="AC5255A4"/>
    <w:lvl w:ilvl="0" w:tplc="A78AD9E8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7000F">
      <w:start w:val="1"/>
      <w:numFmt w:val="decimal"/>
      <w:lvlText w:val="%3."/>
      <w:lvlJc w:val="left"/>
      <w:pPr>
        <w:ind w:left="3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9523F"/>
    <w:multiLevelType w:val="hybridMultilevel"/>
    <w:tmpl w:val="23828A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F2F02"/>
    <w:multiLevelType w:val="hybridMultilevel"/>
    <w:tmpl w:val="D34C87E6"/>
    <w:lvl w:ilvl="0" w:tplc="0407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1CAF"/>
    <w:multiLevelType w:val="hybridMultilevel"/>
    <w:tmpl w:val="48C4F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C491D"/>
    <w:multiLevelType w:val="hybridMultilevel"/>
    <w:tmpl w:val="347863D8"/>
    <w:lvl w:ilvl="0" w:tplc="A78AD9E8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717C9"/>
    <w:multiLevelType w:val="hybridMultilevel"/>
    <w:tmpl w:val="7D941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7BC2"/>
    <w:multiLevelType w:val="hybridMultilevel"/>
    <w:tmpl w:val="D8E6AEA8"/>
    <w:lvl w:ilvl="0" w:tplc="778828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D30EA"/>
    <w:multiLevelType w:val="hybridMultilevel"/>
    <w:tmpl w:val="9106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F20F29"/>
    <w:multiLevelType w:val="hybridMultilevel"/>
    <w:tmpl w:val="9CA8839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B4355"/>
    <w:multiLevelType w:val="hybridMultilevel"/>
    <w:tmpl w:val="0B203272"/>
    <w:lvl w:ilvl="0" w:tplc="CE0E85FE">
      <w:start w:val="1"/>
      <w:numFmt w:val="decimal"/>
      <w:pStyle w:val="Listennumm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7541B"/>
    <w:multiLevelType w:val="hybridMultilevel"/>
    <w:tmpl w:val="8EA600B4"/>
    <w:lvl w:ilvl="0" w:tplc="0407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053645">
    <w:abstractNumId w:val="4"/>
  </w:num>
  <w:num w:numId="2" w16cid:durableId="631331204">
    <w:abstractNumId w:val="14"/>
  </w:num>
  <w:num w:numId="3" w16cid:durableId="439690262">
    <w:abstractNumId w:val="2"/>
  </w:num>
  <w:num w:numId="4" w16cid:durableId="1019820745">
    <w:abstractNumId w:val="5"/>
  </w:num>
  <w:num w:numId="5" w16cid:durableId="670719350">
    <w:abstractNumId w:val="9"/>
  </w:num>
  <w:num w:numId="6" w16cid:durableId="73939469">
    <w:abstractNumId w:val="1"/>
  </w:num>
  <w:num w:numId="7" w16cid:durableId="92827270">
    <w:abstractNumId w:val="12"/>
  </w:num>
  <w:num w:numId="8" w16cid:durableId="832068717">
    <w:abstractNumId w:val="3"/>
  </w:num>
  <w:num w:numId="9" w16cid:durableId="113181136">
    <w:abstractNumId w:val="13"/>
  </w:num>
  <w:num w:numId="10" w16cid:durableId="1209686201">
    <w:abstractNumId w:val="8"/>
  </w:num>
  <w:num w:numId="11" w16cid:durableId="227813492">
    <w:abstractNumId w:val="0"/>
  </w:num>
  <w:num w:numId="12" w16cid:durableId="220136676">
    <w:abstractNumId w:val="7"/>
  </w:num>
  <w:num w:numId="13" w16cid:durableId="1266115156">
    <w:abstractNumId w:val="15"/>
  </w:num>
  <w:num w:numId="14" w16cid:durableId="1940674634">
    <w:abstractNumId w:val="10"/>
  </w:num>
  <w:num w:numId="15" w16cid:durableId="1825858171">
    <w:abstractNumId w:val="6"/>
  </w:num>
  <w:num w:numId="16" w16cid:durableId="433785620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12A"/>
    <w:rsid w:val="0001200A"/>
    <w:rsid w:val="00024DB4"/>
    <w:rsid w:val="000272BB"/>
    <w:rsid w:val="00035974"/>
    <w:rsid w:val="00047555"/>
    <w:rsid w:val="00050701"/>
    <w:rsid w:val="00057035"/>
    <w:rsid w:val="00074ADC"/>
    <w:rsid w:val="00081192"/>
    <w:rsid w:val="00091C93"/>
    <w:rsid w:val="00092AB8"/>
    <w:rsid w:val="00096381"/>
    <w:rsid w:val="00096DF3"/>
    <w:rsid w:val="00096E38"/>
    <w:rsid w:val="000E65C6"/>
    <w:rsid w:val="000F446E"/>
    <w:rsid w:val="00101E2C"/>
    <w:rsid w:val="0011142C"/>
    <w:rsid w:val="00111AB0"/>
    <w:rsid w:val="00136C83"/>
    <w:rsid w:val="001524C0"/>
    <w:rsid w:val="00166EB0"/>
    <w:rsid w:val="00173FB9"/>
    <w:rsid w:val="0017573F"/>
    <w:rsid w:val="001818AF"/>
    <w:rsid w:val="00181A50"/>
    <w:rsid w:val="00194DEE"/>
    <w:rsid w:val="00195456"/>
    <w:rsid w:val="001A1A76"/>
    <w:rsid w:val="001A2F83"/>
    <w:rsid w:val="001A38B0"/>
    <w:rsid w:val="001B454F"/>
    <w:rsid w:val="001B71D6"/>
    <w:rsid w:val="001C2E6B"/>
    <w:rsid w:val="001C7E90"/>
    <w:rsid w:val="001D32A1"/>
    <w:rsid w:val="001E29DD"/>
    <w:rsid w:val="001F0D08"/>
    <w:rsid w:val="001F6496"/>
    <w:rsid w:val="0020273E"/>
    <w:rsid w:val="0020329F"/>
    <w:rsid w:val="00222D6F"/>
    <w:rsid w:val="00226928"/>
    <w:rsid w:val="00227523"/>
    <w:rsid w:val="002300F2"/>
    <w:rsid w:val="002336AD"/>
    <w:rsid w:val="00236B11"/>
    <w:rsid w:val="00237DD8"/>
    <w:rsid w:val="00243840"/>
    <w:rsid w:val="00245C6D"/>
    <w:rsid w:val="00246AB7"/>
    <w:rsid w:val="002473AA"/>
    <w:rsid w:val="00254304"/>
    <w:rsid w:val="00254982"/>
    <w:rsid w:val="002618F6"/>
    <w:rsid w:val="002711A1"/>
    <w:rsid w:val="002745A3"/>
    <w:rsid w:val="00276039"/>
    <w:rsid w:val="002A2AB2"/>
    <w:rsid w:val="002A561B"/>
    <w:rsid w:val="002A77A0"/>
    <w:rsid w:val="002B05DC"/>
    <w:rsid w:val="002B2C0E"/>
    <w:rsid w:val="002B46C2"/>
    <w:rsid w:val="002D16D0"/>
    <w:rsid w:val="002D5219"/>
    <w:rsid w:val="002D773E"/>
    <w:rsid w:val="002E2008"/>
    <w:rsid w:val="002E4228"/>
    <w:rsid w:val="00302ACD"/>
    <w:rsid w:val="00310B72"/>
    <w:rsid w:val="00323284"/>
    <w:rsid w:val="00323E54"/>
    <w:rsid w:val="003242E2"/>
    <w:rsid w:val="003325EB"/>
    <w:rsid w:val="0033268E"/>
    <w:rsid w:val="00332B18"/>
    <w:rsid w:val="00337AA8"/>
    <w:rsid w:val="00341B05"/>
    <w:rsid w:val="00343085"/>
    <w:rsid w:val="00344482"/>
    <w:rsid w:val="00345FD3"/>
    <w:rsid w:val="003507FD"/>
    <w:rsid w:val="00350E45"/>
    <w:rsid w:val="0035568F"/>
    <w:rsid w:val="00366661"/>
    <w:rsid w:val="00383021"/>
    <w:rsid w:val="0038762C"/>
    <w:rsid w:val="003907D5"/>
    <w:rsid w:val="003923BC"/>
    <w:rsid w:val="003A16E6"/>
    <w:rsid w:val="003A29B7"/>
    <w:rsid w:val="003A33F9"/>
    <w:rsid w:val="003A5BA3"/>
    <w:rsid w:val="003C698B"/>
    <w:rsid w:val="003D0E01"/>
    <w:rsid w:val="003D7439"/>
    <w:rsid w:val="003E12D3"/>
    <w:rsid w:val="003E7923"/>
    <w:rsid w:val="003F6B32"/>
    <w:rsid w:val="003F6DC3"/>
    <w:rsid w:val="004042CC"/>
    <w:rsid w:val="00406CE3"/>
    <w:rsid w:val="00406E0D"/>
    <w:rsid w:val="00407D05"/>
    <w:rsid w:val="004146BA"/>
    <w:rsid w:val="004174F9"/>
    <w:rsid w:val="0042411B"/>
    <w:rsid w:val="00424E73"/>
    <w:rsid w:val="00430EA8"/>
    <w:rsid w:val="00431401"/>
    <w:rsid w:val="00431C8F"/>
    <w:rsid w:val="004322AB"/>
    <w:rsid w:val="0043310D"/>
    <w:rsid w:val="0043512A"/>
    <w:rsid w:val="004456BB"/>
    <w:rsid w:val="004638E8"/>
    <w:rsid w:val="00471D48"/>
    <w:rsid w:val="004721BD"/>
    <w:rsid w:val="00473FB1"/>
    <w:rsid w:val="00481D68"/>
    <w:rsid w:val="00482729"/>
    <w:rsid w:val="00482D42"/>
    <w:rsid w:val="00492E17"/>
    <w:rsid w:val="004976E0"/>
    <w:rsid w:val="004979C1"/>
    <w:rsid w:val="004A7C37"/>
    <w:rsid w:val="004B2CD1"/>
    <w:rsid w:val="004D55D4"/>
    <w:rsid w:val="004D5AB4"/>
    <w:rsid w:val="004F06DE"/>
    <w:rsid w:val="005137F5"/>
    <w:rsid w:val="00525476"/>
    <w:rsid w:val="00525DDC"/>
    <w:rsid w:val="00526E06"/>
    <w:rsid w:val="00527B2B"/>
    <w:rsid w:val="005319BB"/>
    <w:rsid w:val="00532F3D"/>
    <w:rsid w:val="00540A45"/>
    <w:rsid w:val="0054292E"/>
    <w:rsid w:val="0055103C"/>
    <w:rsid w:val="0055243A"/>
    <w:rsid w:val="005562CA"/>
    <w:rsid w:val="00556885"/>
    <w:rsid w:val="0056055D"/>
    <w:rsid w:val="00560F30"/>
    <w:rsid w:val="005637B7"/>
    <w:rsid w:val="0056394C"/>
    <w:rsid w:val="00566E28"/>
    <w:rsid w:val="00567A0D"/>
    <w:rsid w:val="00575219"/>
    <w:rsid w:val="005808A9"/>
    <w:rsid w:val="00583DA8"/>
    <w:rsid w:val="00597CE9"/>
    <w:rsid w:val="005B17EE"/>
    <w:rsid w:val="005B67C7"/>
    <w:rsid w:val="005B6B3F"/>
    <w:rsid w:val="005C0F86"/>
    <w:rsid w:val="005C1908"/>
    <w:rsid w:val="005C20A5"/>
    <w:rsid w:val="005C3E87"/>
    <w:rsid w:val="005C57DE"/>
    <w:rsid w:val="005C7C3F"/>
    <w:rsid w:val="005D1A57"/>
    <w:rsid w:val="005E1FEC"/>
    <w:rsid w:val="005E6EC2"/>
    <w:rsid w:val="006152AD"/>
    <w:rsid w:val="00615F85"/>
    <w:rsid w:val="00621A0D"/>
    <w:rsid w:val="0062216C"/>
    <w:rsid w:val="0062459A"/>
    <w:rsid w:val="00625618"/>
    <w:rsid w:val="00625BBA"/>
    <w:rsid w:val="00634FA4"/>
    <w:rsid w:val="00641046"/>
    <w:rsid w:val="006510C6"/>
    <w:rsid w:val="00651237"/>
    <w:rsid w:val="00662B2D"/>
    <w:rsid w:val="00676A85"/>
    <w:rsid w:val="00676D02"/>
    <w:rsid w:val="00682300"/>
    <w:rsid w:val="006845CE"/>
    <w:rsid w:val="00687C5D"/>
    <w:rsid w:val="006A6AF5"/>
    <w:rsid w:val="006A6F82"/>
    <w:rsid w:val="006B1A08"/>
    <w:rsid w:val="006B5E64"/>
    <w:rsid w:val="006B6A49"/>
    <w:rsid w:val="006C5961"/>
    <w:rsid w:val="006C6D78"/>
    <w:rsid w:val="006C7059"/>
    <w:rsid w:val="006D185A"/>
    <w:rsid w:val="006D26D3"/>
    <w:rsid w:val="006D5B89"/>
    <w:rsid w:val="006F2459"/>
    <w:rsid w:val="007006E4"/>
    <w:rsid w:val="0071192F"/>
    <w:rsid w:val="00716A8D"/>
    <w:rsid w:val="00717028"/>
    <w:rsid w:val="0072297C"/>
    <w:rsid w:val="007234B1"/>
    <w:rsid w:val="0072425D"/>
    <w:rsid w:val="007405C7"/>
    <w:rsid w:val="00741492"/>
    <w:rsid w:val="0074326F"/>
    <w:rsid w:val="007462F2"/>
    <w:rsid w:val="0075104B"/>
    <w:rsid w:val="00766A7B"/>
    <w:rsid w:val="00793881"/>
    <w:rsid w:val="007A25C7"/>
    <w:rsid w:val="007A297E"/>
    <w:rsid w:val="007B73D5"/>
    <w:rsid w:val="007D2D35"/>
    <w:rsid w:val="007D3CF0"/>
    <w:rsid w:val="007E0121"/>
    <w:rsid w:val="007E04ED"/>
    <w:rsid w:val="007E1892"/>
    <w:rsid w:val="007F3F47"/>
    <w:rsid w:val="008147D3"/>
    <w:rsid w:val="00820E01"/>
    <w:rsid w:val="0082344B"/>
    <w:rsid w:val="00825A64"/>
    <w:rsid w:val="00825B70"/>
    <w:rsid w:val="0082697D"/>
    <w:rsid w:val="008352C6"/>
    <w:rsid w:val="00835FEE"/>
    <w:rsid w:val="00840D2E"/>
    <w:rsid w:val="00867381"/>
    <w:rsid w:val="0087271E"/>
    <w:rsid w:val="00872BB6"/>
    <w:rsid w:val="00873A7F"/>
    <w:rsid w:val="0087581A"/>
    <w:rsid w:val="00876FA1"/>
    <w:rsid w:val="008772E4"/>
    <w:rsid w:val="0089535E"/>
    <w:rsid w:val="00896561"/>
    <w:rsid w:val="00897084"/>
    <w:rsid w:val="008A045E"/>
    <w:rsid w:val="008A6E11"/>
    <w:rsid w:val="008B3C7A"/>
    <w:rsid w:val="008B48E4"/>
    <w:rsid w:val="008B5E03"/>
    <w:rsid w:val="008C10AA"/>
    <w:rsid w:val="008C4317"/>
    <w:rsid w:val="008C5269"/>
    <w:rsid w:val="008D05E8"/>
    <w:rsid w:val="008D561E"/>
    <w:rsid w:val="008D6FAC"/>
    <w:rsid w:val="008F11FD"/>
    <w:rsid w:val="008F5A9B"/>
    <w:rsid w:val="008F65A2"/>
    <w:rsid w:val="00903C5C"/>
    <w:rsid w:val="00904934"/>
    <w:rsid w:val="00907E67"/>
    <w:rsid w:val="00922F7A"/>
    <w:rsid w:val="00925E9A"/>
    <w:rsid w:val="00926D37"/>
    <w:rsid w:val="00935CD4"/>
    <w:rsid w:val="00946F05"/>
    <w:rsid w:val="0095341A"/>
    <w:rsid w:val="00955269"/>
    <w:rsid w:val="00956F11"/>
    <w:rsid w:val="009645F4"/>
    <w:rsid w:val="00966C09"/>
    <w:rsid w:val="00983BB1"/>
    <w:rsid w:val="009907DA"/>
    <w:rsid w:val="00996286"/>
    <w:rsid w:val="009A31FE"/>
    <w:rsid w:val="009B08A3"/>
    <w:rsid w:val="009B62BE"/>
    <w:rsid w:val="009D5332"/>
    <w:rsid w:val="009D7A20"/>
    <w:rsid w:val="009F35A1"/>
    <w:rsid w:val="009F63FA"/>
    <w:rsid w:val="009F7D4A"/>
    <w:rsid w:val="00A00CEB"/>
    <w:rsid w:val="00A01FA1"/>
    <w:rsid w:val="00A10CB7"/>
    <w:rsid w:val="00A15618"/>
    <w:rsid w:val="00A24F15"/>
    <w:rsid w:val="00A30E7D"/>
    <w:rsid w:val="00A31C46"/>
    <w:rsid w:val="00A33DBB"/>
    <w:rsid w:val="00A33E42"/>
    <w:rsid w:val="00A3537A"/>
    <w:rsid w:val="00A3565E"/>
    <w:rsid w:val="00A35D20"/>
    <w:rsid w:val="00A421D9"/>
    <w:rsid w:val="00A42540"/>
    <w:rsid w:val="00A53C77"/>
    <w:rsid w:val="00A72C45"/>
    <w:rsid w:val="00A8469C"/>
    <w:rsid w:val="00A91FBE"/>
    <w:rsid w:val="00AA17CC"/>
    <w:rsid w:val="00AA68AE"/>
    <w:rsid w:val="00AB5673"/>
    <w:rsid w:val="00AB570B"/>
    <w:rsid w:val="00AD352E"/>
    <w:rsid w:val="00AF0688"/>
    <w:rsid w:val="00AF26B0"/>
    <w:rsid w:val="00AF532F"/>
    <w:rsid w:val="00B26E38"/>
    <w:rsid w:val="00B4427A"/>
    <w:rsid w:val="00B84BBD"/>
    <w:rsid w:val="00B87C3E"/>
    <w:rsid w:val="00B94FD1"/>
    <w:rsid w:val="00BB09E6"/>
    <w:rsid w:val="00BB74C7"/>
    <w:rsid w:val="00BD77C6"/>
    <w:rsid w:val="00BE2BD2"/>
    <w:rsid w:val="00C06671"/>
    <w:rsid w:val="00C104BC"/>
    <w:rsid w:val="00C107B3"/>
    <w:rsid w:val="00C1357E"/>
    <w:rsid w:val="00C17A07"/>
    <w:rsid w:val="00C261C5"/>
    <w:rsid w:val="00C26287"/>
    <w:rsid w:val="00C354EB"/>
    <w:rsid w:val="00C412BF"/>
    <w:rsid w:val="00C43717"/>
    <w:rsid w:val="00C44F3E"/>
    <w:rsid w:val="00C51427"/>
    <w:rsid w:val="00C56AE6"/>
    <w:rsid w:val="00C6579C"/>
    <w:rsid w:val="00C67D61"/>
    <w:rsid w:val="00C733A8"/>
    <w:rsid w:val="00C80275"/>
    <w:rsid w:val="00C94778"/>
    <w:rsid w:val="00C975D5"/>
    <w:rsid w:val="00C97C80"/>
    <w:rsid w:val="00CA5902"/>
    <w:rsid w:val="00CB51B5"/>
    <w:rsid w:val="00CC5AF2"/>
    <w:rsid w:val="00CC7086"/>
    <w:rsid w:val="00CD39D5"/>
    <w:rsid w:val="00CD5396"/>
    <w:rsid w:val="00CE095F"/>
    <w:rsid w:val="00CE1BFF"/>
    <w:rsid w:val="00CE3592"/>
    <w:rsid w:val="00CF20EC"/>
    <w:rsid w:val="00D066C1"/>
    <w:rsid w:val="00D07F04"/>
    <w:rsid w:val="00D137DC"/>
    <w:rsid w:val="00D14194"/>
    <w:rsid w:val="00D2242C"/>
    <w:rsid w:val="00D30B27"/>
    <w:rsid w:val="00D454C1"/>
    <w:rsid w:val="00D6047F"/>
    <w:rsid w:val="00D65AD4"/>
    <w:rsid w:val="00D74229"/>
    <w:rsid w:val="00D84224"/>
    <w:rsid w:val="00D870DA"/>
    <w:rsid w:val="00D90EB0"/>
    <w:rsid w:val="00D9443C"/>
    <w:rsid w:val="00D971C3"/>
    <w:rsid w:val="00DA4C55"/>
    <w:rsid w:val="00DA7D22"/>
    <w:rsid w:val="00DB35B9"/>
    <w:rsid w:val="00DC0D25"/>
    <w:rsid w:val="00DD5D11"/>
    <w:rsid w:val="00DE60CE"/>
    <w:rsid w:val="00E06898"/>
    <w:rsid w:val="00E101E9"/>
    <w:rsid w:val="00E11C59"/>
    <w:rsid w:val="00E1480B"/>
    <w:rsid w:val="00E15B9F"/>
    <w:rsid w:val="00E2446D"/>
    <w:rsid w:val="00E31291"/>
    <w:rsid w:val="00E32522"/>
    <w:rsid w:val="00E336C2"/>
    <w:rsid w:val="00E358E7"/>
    <w:rsid w:val="00E53AFC"/>
    <w:rsid w:val="00E5428C"/>
    <w:rsid w:val="00E548FE"/>
    <w:rsid w:val="00E653ED"/>
    <w:rsid w:val="00E717A2"/>
    <w:rsid w:val="00E74914"/>
    <w:rsid w:val="00E806A3"/>
    <w:rsid w:val="00E85C4B"/>
    <w:rsid w:val="00E9700F"/>
    <w:rsid w:val="00E97D48"/>
    <w:rsid w:val="00EB1073"/>
    <w:rsid w:val="00EC7717"/>
    <w:rsid w:val="00ED4C50"/>
    <w:rsid w:val="00ED5D63"/>
    <w:rsid w:val="00EE797D"/>
    <w:rsid w:val="00EF3C77"/>
    <w:rsid w:val="00EF51E1"/>
    <w:rsid w:val="00F02419"/>
    <w:rsid w:val="00F06204"/>
    <w:rsid w:val="00F21EB9"/>
    <w:rsid w:val="00F251D0"/>
    <w:rsid w:val="00F32BF2"/>
    <w:rsid w:val="00F412F7"/>
    <w:rsid w:val="00F4735E"/>
    <w:rsid w:val="00F54543"/>
    <w:rsid w:val="00F60F67"/>
    <w:rsid w:val="00F63091"/>
    <w:rsid w:val="00F700D1"/>
    <w:rsid w:val="00F76A1A"/>
    <w:rsid w:val="00F76BAB"/>
    <w:rsid w:val="00F7723C"/>
    <w:rsid w:val="00F96AE2"/>
    <w:rsid w:val="00FC236C"/>
    <w:rsid w:val="00FC3A1E"/>
    <w:rsid w:val="00FC431D"/>
    <w:rsid w:val="00FD4485"/>
    <w:rsid w:val="00FE202E"/>
    <w:rsid w:val="00FF24FC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0191D"/>
  <w15:chartTrackingRefBased/>
  <w15:docId w15:val="{BE742AE2-878D-45B5-AD6F-DC376C1B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de-DE" w:eastAsia="ja-JP" w:bidi="de-DE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7C3E"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"/>
    <w:qFormat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ennummer">
    <w:name w:val="List Number"/>
    <w:basedOn w:val="Standard"/>
    <w:uiPriority w:val="9"/>
    <w:qFormat/>
    <w:pPr>
      <w:numPr>
        <w:numId w:val="2"/>
      </w:numPr>
    </w:pPr>
  </w:style>
  <w:style w:type="paragraph" w:styleId="Kopfzeile">
    <w:name w:val="header"/>
    <w:basedOn w:val="Standard"/>
    <w:link w:val="KopfzeileZchn"/>
    <w:uiPriority w:val="99"/>
    <w:unhideWhenUsed/>
    <w:qFormat/>
    <w:pPr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Titel">
    <w:name w:val="Title"/>
    <w:basedOn w:val="Standard"/>
    <w:link w:val="TitelZchn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Untertitel">
    <w:name w:val="Subtitle"/>
    <w:basedOn w:val="Standard"/>
    <w:link w:val="UntertitelZchn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eastAsiaTheme="minorEastAsia"/>
      <w:caps/>
      <w:sz w:val="40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uchtitel">
    <w:name w:val="Book Title"/>
    <w:basedOn w:val="Absatz-Standardschriftar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Fett">
    <w:name w:val="Strong"/>
    <w:basedOn w:val="Absatz-Standardschriftart"/>
    <w:uiPriority w:val="22"/>
    <w:semiHidden/>
    <w:unhideWhenUsed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ZitatZchn">
    <w:name w:val="Zitat Zchn"/>
    <w:basedOn w:val="Absatz-Standardschriftart"/>
    <w:link w:val="Zitat"/>
    <w:uiPriority w:val="29"/>
    <w:semiHidden/>
    <w:rPr>
      <w:i/>
      <w:iCs/>
      <w:sz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i/>
      <w:iCs/>
      <w:sz w:val="36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character" w:styleId="Hyperlink">
    <w:name w:val="Hyperlink"/>
    <w:basedOn w:val="Absatz-Standardschriftart"/>
    <w:uiPriority w:val="99"/>
    <w:unhideWhenUsed/>
    <w:rPr>
      <w:color w:val="731C3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5430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E1FEC"/>
    <w:rPr>
      <w:color w:val="214C5E" w:themeColor="followedHyperlink"/>
      <w:u w:val="single"/>
    </w:rPr>
  </w:style>
  <w:style w:type="paragraph" w:styleId="Listenabsatz">
    <w:name w:val="List Paragraph"/>
    <w:basedOn w:val="Standard"/>
    <w:uiPriority w:val="34"/>
    <w:unhideWhenUsed/>
    <w:qFormat/>
    <w:rsid w:val="00096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1273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0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570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9118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8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3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3533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464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32867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9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234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164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06791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3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4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062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7466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03333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orothea_schermer/Library/Containers/com.microsoft.Word/Data/Library/Application%2520Support/Microsoft/Office/16.0/DTS/de-DE%257bAEE850E9-20C4-494D-A394-38BFA871D9B5%257d/%257bF1DBE9C3-D1D3-1945-A540-0563CD2EAD8C%257dtf10002086.dotx" TargetMode="Externa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3EE80ECD645F43968FAA8F2709C196" ma:contentTypeVersion="18" ma:contentTypeDescription="Ein neues Dokument erstellen." ma:contentTypeScope="" ma:versionID="77523c38b4a641f0eae0f554c65d9458">
  <xsd:schema xmlns:xsd="http://www.w3.org/2001/XMLSchema" xmlns:xs="http://www.w3.org/2001/XMLSchema" xmlns:p="http://schemas.microsoft.com/office/2006/metadata/properties" xmlns:ns2="5460aef3-7142-43fc-b3aa-24f9ac8c32b3" xmlns:ns3="baa45845-86a3-475c-9229-b5619ff238c0" targetNamespace="http://schemas.microsoft.com/office/2006/metadata/properties" ma:root="true" ma:fieldsID="947e7c803bedc4c8117a2b8e6192e7e9" ns2:_="" ns3:_="">
    <xsd:import namespace="5460aef3-7142-43fc-b3aa-24f9ac8c32b3"/>
    <xsd:import namespace="baa45845-86a3-475c-9229-b5619ff238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0aef3-7142-43fc-b3aa-24f9ac8c3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ab766fa-815f-4611-9b32-2501aa7e1c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a45845-86a3-475c-9229-b5619ff238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735a6e-0911-417b-8ab2-467746e1b3c2}" ma:internalName="TaxCatchAll" ma:showField="CatchAllData" ma:web="baa45845-86a3-475c-9229-b5619ff238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60aef3-7142-43fc-b3aa-24f9ac8c32b3">
      <Terms xmlns="http://schemas.microsoft.com/office/infopath/2007/PartnerControls"/>
    </lcf76f155ced4ddcb4097134ff3c332f>
    <TaxCatchAll xmlns="baa45845-86a3-475c-9229-b5619ff238c0" xsi:nil="true"/>
  </documentManagement>
</p:properties>
</file>

<file path=customXml/itemProps1.xml><?xml version="1.0" encoding="utf-8"?>
<ds:datastoreItem xmlns:ds="http://schemas.openxmlformats.org/officeDocument/2006/customXml" ds:itemID="{991EF577-91EC-4EBC-BE90-7D03BF71C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60aef3-7142-43fc-b3aa-24f9ac8c32b3"/>
    <ds:schemaRef ds:uri="baa45845-86a3-475c-9229-b5619ff238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8957B-A847-482B-96B2-8CA46F0059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3163D-A206-44DD-8A9A-5B6B0B3F60DF}">
  <ds:schemaRefs>
    <ds:schemaRef ds:uri="http://schemas.microsoft.com/office/2006/metadata/properties"/>
    <ds:schemaRef ds:uri="http://schemas.microsoft.com/office/infopath/2007/PartnerControls"/>
    <ds:schemaRef ds:uri="5460aef3-7142-43fc-b3aa-24f9ac8c32b3"/>
    <ds:schemaRef ds:uri="baa45845-86a3-475c-9229-b5619ff238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%7bF1DBE9C3-D1D3-1945-A540-0563CD2EAD8C%7dtf10002086.dotx</Template>
  <TotalTime>0</TotalTime>
  <Pages>4</Pages>
  <Words>591</Words>
  <Characters>3725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&lt;Lorem Ipsum&gt;</vt:lpstr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Dorothea Schermer</dc:creator>
  <cp:keywords/>
  <dc:description/>
  <cp:lastModifiedBy>Carolin Starz</cp:lastModifiedBy>
  <cp:revision>29</cp:revision>
  <cp:lastPrinted>2022-12-03T12:28:00Z</cp:lastPrinted>
  <dcterms:created xsi:type="dcterms:W3CDTF">2025-10-06T07:57:00Z</dcterms:created>
  <dcterms:modified xsi:type="dcterms:W3CDTF">2025-10-07T08:28:00Z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0x0101003C3EE80ECD645F43968FAA8F2709C196</vt:lpwstr>
  </property>
  <property fmtid="{D5CDD505-2E9C-101B-9397-08002B2CF9AE}" pid="3" name="MediaServiceImageTags">
    <vt:lpwstr/>
  </property>
</Properties>
</file>